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8B5" w:rsidRPr="00291F87" w:rsidRDefault="000608B5" w:rsidP="00CE7172">
      <w:pPr>
        <w:outlineLvl w:val="0"/>
        <w:rPr>
          <w:rFonts w:ascii="Century Gothic" w:hAnsi="Century Gothic"/>
          <w:b/>
          <w:sz w:val="44"/>
          <w:szCs w:val="44"/>
        </w:rPr>
      </w:pPr>
      <w:r w:rsidRPr="00291F87">
        <w:rPr>
          <w:rFonts w:ascii="Century Gothic" w:hAnsi="Century Gothic"/>
          <w:b/>
          <w:sz w:val="44"/>
          <w:szCs w:val="44"/>
        </w:rPr>
        <w:t>W</w:t>
      </w:r>
      <w:r w:rsidR="00291F87" w:rsidRPr="00291F87">
        <w:rPr>
          <w:rFonts w:ascii="Century Gothic" w:hAnsi="Century Gothic"/>
          <w:b/>
          <w:sz w:val="44"/>
          <w:szCs w:val="44"/>
        </w:rPr>
        <w:t>E’RE THE MESSENGERS</w:t>
      </w:r>
    </w:p>
    <w:p w:rsidR="00291F87" w:rsidRPr="00291F87" w:rsidRDefault="00291F87" w:rsidP="00CE7172">
      <w:pPr>
        <w:outlineLvl w:val="0"/>
        <w:rPr>
          <w:rFonts w:ascii="Century Gothic" w:hAnsi="Century Gothic"/>
          <w:sz w:val="22"/>
          <w:szCs w:val="44"/>
        </w:rPr>
      </w:pPr>
      <w:r w:rsidRPr="00291F87">
        <w:rPr>
          <w:rFonts w:ascii="Century Gothic" w:hAnsi="Century Gothic"/>
          <w:sz w:val="22"/>
          <w:szCs w:val="44"/>
        </w:rPr>
        <w:t xml:space="preserve">By Michele Wagner </w:t>
      </w:r>
    </w:p>
    <w:p w:rsidR="003D0858" w:rsidRPr="00291F87" w:rsidRDefault="002D1ADF" w:rsidP="00CE7172">
      <w:pPr>
        <w:outlineLvl w:val="0"/>
        <w:rPr>
          <w:rFonts w:ascii="Century Gothic" w:hAnsi="Century Gothic"/>
          <w:sz w:val="22"/>
          <w:szCs w:val="44"/>
        </w:rPr>
      </w:pPr>
      <w:r w:rsidRPr="00291F87">
        <w:rPr>
          <w:rFonts w:ascii="Century Gothic" w:hAnsi="Century Gothic"/>
          <w:sz w:val="22"/>
          <w:szCs w:val="44"/>
        </w:rPr>
        <w:t>Reference: Isaiah: 61</w:t>
      </w:r>
    </w:p>
    <w:p w:rsidR="003D0858" w:rsidRDefault="003D0858" w:rsidP="00CE7172">
      <w:pPr>
        <w:outlineLvl w:val="0"/>
        <w:rPr>
          <w:rFonts w:ascii="Arial" w:hAnsi="Arial"/>
          <w:sz w:val="22"/>
          <w:szCs w:val="44"/>
        </w:rPr>
      </w:pPr>
    </w:p>
    <w:p w:rsidR="00664347" w:rsidRPr="002F3B2D" w:rsidRDefault="00664347" w:rsidP="00CE7172">
      <w:pPr>
        <w:outlineLvl w:val="0"/>
        <w:rPr>
          <w:b/>
        </w:rPr>
      </w:pPr>
      <w:r w:rsidRPr="002F3B2D">
        <w:rPr>
          <w:b/>
        </w:rPr>
        <w:t>Int</w:t>
      </w:r>
      <w:r w:rsidR="0023779E" w:rsidRPr="002F3B2D">
        <w:rPr>
          <w:b/>
        </w:rPr>
        <w:t>ro/I</w:t>
      </w:r>
      <w:r w:rsidR="00274A8A" w:rsidRPr="002F3B2D">
        <w:rPr>
          <w:b/>
        </w:rPr>
        <w:t>nterlude    F2    Bb2     F2    Bb2</w:t>
      </w:r>
      <w:r w:rsidR="00A164C2" w:rsidRPr="002F3B2D">
        <w:rPr>
          <w:b/>
        </w:rPr>
        <w:t xml:space="preserve">  </w:t>
      </w:r>
      <w:r w:rsidR="009D7E31" w:rsidRPr="002F3B2D">
        <w:rPr>
          <w:b/>
        </w:rPr>
        <w:t>(2x)</w:t>
      </w:r>
    </w:p>
    <w:p w:rsidR="005B2647" w:rsidRPr="002F3B2D" w:rsidRDefault="005B2647" w:rsidP="00CE7172">
      <w:pPr>
        <w:outlineLvl w:val="0"/>
        <w:rPr>
          <w:b/>
        </w:rPr>
      </w:pPr>
    </w:p>
    <w:p w:rsidR="0084126F" w:rsidRPr="002F3B2D" w:rsidRDefault="00341A7C" w:rsidP="00CE7172">
      <w:pPr>
        <w:outlineLvl w:val="0"/>
        <w:rPr>
          <w:b/>
        </w:rPr>
      </w:pPr>
      <w:r w:rsidRPr="002F3B2D">
        <w:rPr>
          <w:b/>
        </w:rPr>
        <w:t>Verse 1</w:t>
      </w:r>
    </w:p>
    <w:p w:rsidR="0084126F" w:rsidRPr="002F3B2D" w:rsidRDefault="00664347" w:rsidP="0084126F">
      <w:pPr>
        <w:rPr>
          <w:b/>
        </w:rPr>
      </w:pPr>
      <w:r w:rsidRPr="002F3B2D">
        <w:rPr>
          <w:b/>
        </w:rPr>
        <w:t xml:space="preserve">F2        </w:t>
      </w:r>
      <w:r w:rsidR="001E35A7" w:rsidRPr="002F3B2D">
        <w:rPr>
          <w:b/>
        </w:rPr>
        <w:t xml:space="preserve">  </w:t>
      </w:r>
      <w:r w:rsidRPr="002F3B2D">
        <w:rPr>
          <w:b/>
        </w:rPr>
        <w:t xml:space="preserve">C/F      </w:t>
      </w:r>
      <w:r w:rsidR="001E35A7" w:rsidRPr="002F3B2D">
        <w:rPr>
          <w:b/>
        </w:rPr>
        <w:t xml:space="preserve"> </w:t>
      </w:r>
      <w:r w:rsidRPr="002F3B2D">
        <w:rPr>
          <w:b/>
        </w:rPr>
        <w:t>Bb/F   C/F</w:t>
      </w:r>
    </w:p>
    <w:p w:rsidR="00664347" w:rsidRPr="002F3B2D" w:rsidRDefault="00536807" w:rsidP="00CE7172">
      <w:pPr>
        <w:outlineLvl w:val="0"/>
      </w:pPr>
      <w:r w:rsidRPr="002F3B2D">
        <w:t>We are life in a dying world</w:t>
      </w:r>
      <w:r w:rsidR="003A040D" w:rsidRPr="002F3B2D">
        <w:t xml:space="preserve"> </w:t>
      </w:r>
    </w:p>
    <w:p w:rsidR="00664347" w:rsidRPr="002F3B2D" w:rsidRDefault="00664347" w:rsidP="00664347">
      <w:pPr>
        <w:rPr>
          <w:b/>
        </w:rPr>
      </w:pPr>
      <w:r w:rsidRPr="002F3B2D">
        <w:rPr>
          <w:b/>
        </w:rPr>
        <w:t xml:space="preserve">F2        </w:t>
      </w:r>
      <w:r w:rsidR="00274A8A" w:rsidRPr="002F3B2D">
        <w:rPr>
          <w:b/>
        </w:rPr>
        <w:t xml:space="preserve">         </w:t>
      </w:r>
      <w:r w:rsidR="001E35A7" w:rsidRPr="002F3B2D">
        <w:rPr>
          <w:b/>
        </w:rPr>
        <w:t xml:space="preserve">   </w:t>
      </w:r>
      <w:r w:rsidRPr="002F3B2D">
        <w:rPr>
          <w:b/>
        </w:rPr>
        <w:t xml:space="preserve">C/F                  </w:t>
      </w:r>
      <w:r w:rsidR="00274A8A" w:rsidRPr="002F3B2D">
        <w:rPr>
          <w:b/>
        </w:rPr>
        <w:t xml:space="preserve">     </w:t>
      </w:r>
      <w:r w:rsidR="001E35A7" w:rsidRPr="002F3B2D">
        <w:rPr>
          <w:b/>
        </w:rPr>
        <w:t xml:space="preserve">  </w:t>
      </w:r>
      <w:r w:rsidR="00C022EC" w:rsidRPr="002F3B2D">
        <w:rPr>
          <w:b/>
        </w:rPr>
        <w:t xml:space="preserve">Bb/F            </w:t>
      </w:r>
      <w:r w:rsidR="001E35A7" w:rsidRPr="002F3B2D">
        <w:rPr>
          <w:b/>
        </w:rPr>
        <w:t xml:space="preserve">  </w:t>
      </w:r>
      <w:r w:rsidR="00C022EC" w:rsidRPr="002F3B2D">
        <w:rPr>
          <w:b/>
        </w:rPr>
        <w:t xml:space="preserve">C/F </w:t>
      </w:r>
    </w:p>
    <w:p w:rsidR="00664347" w:rsidRPr="002F3B2D" w:rsidRDefault="002B5D26" w:rsidP="00CE7172">
      <w:pPr>
        <w:outlineLvl w:val="0"/>
      </w:pPr>
      <w:r w:rsidRPr="002F3B2D">
        <w:t>God reaches through us for</w:t>
      </w:r>
      <w:r w:rsidR="00536807" w:rsidRPr="002F3B2D">
        <w:t xml:space="preserve"> the lost boy and girl</w:t>
      </w:r>
    </w:p>
    <w:p w:rsidR="0084126F" w:rsidRPr="002F3B2D" w:rsidRDefault="001E35A7" w:rsidP="00CE7172">
      <w:pPr>
        <w:outlineLvl w:val="0"/>
        <w:rPr>
          <w:b/>
        </w:rPr>
      </w:pPr>
      <w:r w:rsidRPr="002F3B2D">
        <w:rPr>
          <w:b/>
        </w:rPr>
        <w:t xml:space="preserve">Gm             </w:t>
      </w:r>
      <w:r w:rsidR="00664347" w:rsidRPr="002F3B2D">
        <w:rPr>
          <w:b/>
        </w:rPr>
        <w:t>Bb/C</w:t>
      </w:r>
      <w:r w:rsidR="00847413" w:rsidRPr="002F3B2D">
        <w:rPr>
          <w:b/>
        </w:rPr>
        <w:t xml:space="preserve">  </w:t>
      </w:r>
      <w:r w:rsidR="005E19B8" w:rsidRPr="002F3B2D">
        <w:rPr>
          <w:b/>
        </w:rPr>
        <w:t xml:space="preserve"> </w:t>
      </w:r>
      <w:r w:rsidRPr="002F3B2D">
        <w:rPr>
          <w:b/>
        </w:rPr>
        <w:t xml:space="preserve">   </w:t>
      </w:r>
      <w:r w:rsidR="00847413" w:rsidRPr="002F3B2D">
        <w:rPr>
          <w:b/>
        </w:rPr>
        <w:t>C</w:t>
      </w:r>
      <w:r w:rsidR="00664347" w:rsidRPr="002F3B2D">
        <w:rPr>
          <w:b/>
        </w:rPr>
        <w:t xml:space="preserve">     </w:t>
      </w:r>
      <w:r w:rsidRPr="002F3B2D">
        <w:rPr>
          <w:b/>
        </w:rPr>
        <w:t xml:space="preserve">          </w:t>
      </w:r>
      <w:r w:rsidR="00845AEF" w:rsidRPr="002F3B2D">
        <w:rPr>
          <w:b/>
        </w:rPr>
        <w:t>F</w:t>
      </w:r>
      <w:r w:rsidR="00621E58" w:rsidRPr="002F3B2D">
        <w:rPr>
          <w:b/>
        </w:rPr>
        <w:t xml:space="preserve">       </w:t>
      </w:r>
      <w:r w:rsidRPr="002F3B2D">
        <w:rPr>
          <w:b/>
        </w:rPr>
        <w:t xml:space="preserve">  </w:t>
      </w:r>
      <w:r w:rsidR="00845AEF" w:rsidRPr="002F3B2D">
        <w:rPr>
          <w:b/>
        </w:rPr>
        <w:t xml:space="preserve">C/E       </w:t>
      </w:r>
      <w:r w:rsidRPr="002F3B2D">
        <w:rPr>
          <w:b/>
        </w:rPr>
        <w:t xml:space="preserve"> </w:t>
      </w:r>
      <w:r w:rsidR="00664347" w:rsidRPr="002F3B2D">
        <w:rPr>
          <w:b/>
        </w:rPr>
        <w:t>Dm</w:t>
      </w:r>
    </w:p>
    <w:p w:rsidR="00664347" w:rsidRPr="002F3B2D" w:rsidRDefault="00332103" w:rsidP="00CE7172">
      <w:pPr>
        <w:outlineLvl w:val="0"/>
      </w:pPr>
      <w:r w:rsidRPr="002F3B2D">
        <w:t>We are His</w:t>
      </w:r>
      <w:r w:rsidR="00536807" w:rsidRPr="002F3B2D">
        <w:t xml:space="preserve"> strength when the world tumbles down</w:t>
      </w:r>
    </w:p>
    <w:p w:rsidR="00536807" w:rsidRPr="002F3B2D" w:rsidRDefault="003F520C" w:rsidP="00CE7172">
      <w:pPr>
        <w:outlineLvl w:val="0"/>
        <w:rPr>
          <w:b/>
          <w:i/>
        </w:rPr>
      </w:pPr>
      <w:r w:rsidRPr="002F3B2D">
        <w:rPr>
          <w:b/>
        </w:rPr>
        <w:t xml:space="preserve">Gsus       </w:t>
      </w:r>
      <w:r w:rsidR="001E35A7" w:rsidRPr="002F3B2D">
        <w:rPr>
          <w:b/>
        </w:rPr>
        <w:t xml:space="preserve">  </w:t>
      </w:r>
      <w:r w:rsidRPr="002F3B2D">
        <w:rPr>
          <w:b/>
        </w:rPr>
        <w:t xml:space="preserve">G               </w:t>
      </w:r>
      <w:r w:rsidR="001E35A7" w:rsidRPr="002F3B2D">
        <w:rPr>
          <w:b/>
        </w:rPr>
        <w:t xml:space="preserve">  </w:t>
      </w:r>
      <w:proofErr w:type="gramStart"/>
      <w:r w:rsidRPr="002F3B2D">
        <w:rPr>
          <w:b/>
        </w:rPr>
        <w:t>Gm</w:t>
      </w:r>
      <w:r w:rsidR="00396C36" w:rsidRPr="002F3B2D">
        <w:rPr>
          <w:b/>
        </w:rPr>
        <w:t>7</w:t>
      </w:r>
      <w:r w:rsidR="00947A2D" w:rsidRPr="002F3B2D">
        <w:rPr>
          <w:b/>
        </w:rPr>
        <w:t xml:space="preserve">  </w:t>
      </w:r>
      <w:r w:rsidR="00396C36" w:rsidRPr="002F3B2D">
        <w:rPr>
          <w:b/>
        </w:rPr>
        <w:t>Bb</w:t>
      </w:r>
      <w:proofErr w:type="gramEnd"/>
      <w:r w:rsidR="00396C36" w:rsidRPr="002F3B2D">
        <w:rPr>
          <w:b/>
        </w:rPr>
        <w:t>/</w:t>
      </w:r>
      <w:r w:rsidR="00664347" w:rsidRPr="002F3B2D">
        <w:rPr>
          <w:b/>
        </w:rPr>
        <w:t>C</w:t>
      </w:r>
      <w:r w:rsidR="00396C36" w:rsidRPr="002F3B2D">
        <w:rPr>
          <w:b/>
        </w:rPr>
        <w:t xml:space="preserve"> C</w:t>
      </w:r>
    </w:p>
    <w:p w:rsidR="00664347" w:rsidRPr="002F3B2D" w:rsidRDefault="00536807" w:rsidP="00CE7172">
      <w:pPr>
        <w:outlineLvl w:val="0"/>
      </w:pPr>
      <w:r w:rsidRPr="002F3B2D">
        <w:t xml:space="preserve">We are </w:t>
      </w:r>
      <w:r w:rsidR="00332103" w:rsidRPr="002F3B2D">
        <w:t>a hope</w:t>
      </w:r>
      <w:r w:rsidRPr="002F3B2D">
        <w:t xml:space="preserve"> to be found</w:t>
      </w:r>
    </w:p>
    <w:p w:rsidR="00396C36" w:rsidRPr="002F3B2D" w:rsidRDefault="00664347" w:rsidP="00396C36">
      <w:pPr>
        <w:outlineLvl w:val="0"/>
        <w:rPr>
          <w:b/>
        </w:rPr>
      </w:pPr>
      <w:r w:rsidRPr="002F3B2D">
        <w:rPr>
          <w:b/>
        </w:rPr>
        <w:t xml:space="preserve">F2     </w:t>
      </w:r>
      <w:r w:rsidR="002F2415" w:rsidRPr="002F3B2D">
        <w:rPr>
          <w:b/>
        </w:rPr>
        <w:t xml:space="preserve">                             </w:t>
      </w:r>
      <w:r w:rsidR="001E35A7" w:rsidRPr="002F3B2D">
        <w:rPr>
          <w:b/>
        </w:rPr>
        <w:t xml:space="preserve">   </w:t>
      </w:r>
      <w:r w:rsidR="002F2415" w:rsidRPr="002F3B2D">
        <w:rPr>
          <w:b/>
        </w:rPr>
        <w:t>F/A</w:t>
      </w:r>
      <w:r w:rsidR="00396C36" w:rsidRPr="002F3B2D">
        <w:rPr>
          <w:b/>
        </w:rPr>
        <w:t xml:space="preserve">            </w:t>
      </w:r>
      <w:r w:rsidR="001E35A7" w:rsidRPr="002F3B2D">
        <w:rPr>
          <w:b/>
        </w:rPr>
        <w:t xml:space="preserve">   </w:t>
      </w:r>
      <w:r w:rsidR="002F2415" w:rsidRPr="002F3B2D">
        <w:rPr>
          <w:b/>
        </w:rPr>
        <w:t xml:space="preserve"> </w:t>
      </w:r>
      <w:r w:rsidR="00396C36" w:rsidRPr="002F3B2D">
        <w:rPr>
          <w:b/>
        </w:rPr>
        <w:t>Bb/F</w:t>
      </w:r>
      <w:r w:rsidRPr="002F3B2D">
        <w:rPr>
          <w:b/>
        </w:rPr>
        <w:t xml:space="preserve">       </w:t>
      </w:r>
      <w:r w:rsidR="00621E58" w:rsidRPr="002F3B2D">
        <w:rPr>
          <w:b/>
        </w:rPr>
        <w:t xml:space="preserve">    </w:t>
      </w:r>
      <w:r w:rsidR="001E35A7" w:rsidRPr="002F3B2D">
        <w:rPr>
          <w:b/>
        </w:rPr>
        <w:t xml:space="preserve"> </w:t>
      </w:r>
      <w:proofErr w:type="gramStart"/>
      <w:r w:rsidR="00396C36" w:rsidRPr="002F3B2D">
        <w:rPr>
          <w:b/>
        </w:rPr>
        <w:t>C</w:t>
      </w:r>
      <w:r w:rsidR="002F2415" w:rsidRPr="002F3B2D">
        <w:rPr>
          <w:b/>
        </w:rPr>
        <w:t>sus  C</w:t>
      </w:r>
      <w:proofErr w:type="gramEnd"/>
    </w:p>
    <w:p w:rsidR="00664347" w:rsidRPr="002F3B2D" w:rsidRDefault="00536807" w:rsidP="00396C36">
      <w:pPr>
        <w:outlineLvl w:val="0"/>
      </w:pPr>
      <w:r w:rsidRPr="002F3B2D">
        <w:t xml:space="preserve">If you </w:t>
      </w:r>
      <w:r w:rsidR="00C47A6A" w:rsidRPr="002F3B2D">
        <w:t>kne</w:t>
      </w:r>
      <w:r w:rsidR="00AA5568" w:rsidRPr="002F3B2D">
        <w:t>w there were people who died</w:t>
      </w:r>
      <w:r w:rsidRPr="002F3B2D">
        <w:t xml:space="preserve"> in the street</w:t>
      </w:r>
      <w:r w:rsidR="00AA5568" w:rsidRPr="002F3B2D">
        <w:t>s</w:t>
      </w:r>
    </w:p>
    <w:p w:rsidR="00536807" w:rsidRPr="002F3B2D" w:rsidRDefault="00664347" w:rsidP="0084126F">
      <w:pPr>
        <w:rPr>
          <w:b/>
        </w:rPr>
      </w:pPr>
      <w:r w:rsidRPr="002F3B2D">
        <w:rPr>
          <w:b/>
        </w:rPr>
        <w:t xml:space="preserve">F2                </w:t>
      </w:r>
      <w:r w:rsidR="00847413" w:rsidRPr="002F3B2D">
        <w:rPr>
          <w:b/>
        </w:rPr>
        <w:t xml:space="preserve"> </w:t>
      </w:r>
      <w:r w:rsidR="001E35A7" w:rsidRPr="002F3B2D">
        <w:rPr>
          <w:b/>
        </w:rPr>
        <w:t xml:space="preserve">  </w:t>
      </w:r>
      <w:r w:rsidR="00847413" w:rsidRPr="002F3B2D">
        <w:rPr>
          <w:b/>
        </w:rPr>
        <w:t>D</w:t>
      </w:r>
      <w:r w:rsidR="002F2415" w:rsidRPr="002F3B2D">
        <w:rPr>
          <w:b/>
        </w:rPr>
        <w:t xml:space="preserve">m               </w:t>
      </w:r>
      <w:r w:rsidR="001E35A7" w:rsidRPr="002F3B2D">
        <w:rPr>
          <w:b/>
        </w:rPr>
        <w:t xml:space="preserve">  </w:t>
      </w:r>
      <w:r w:rsidR="002F2415" w:rsidRPr="002F3B2D">
        <w:rPr>
          <w:b/>
        </w:rPr>
        <w:t xml:space="preserve">Bb2          </w:t>
      </w:r>
      <w:r w:rsidR="001E35A7" w:rsidRPr="002F3B2D">
        <w:rPr>
          <w:b/>
        </w:rPr>
        <w:t xml:space="preserve">  </w:t>
      </w:r>
      <w:proofErr w:type="gramStart"/>
      <w:r w:rsidR="002F2415" w:rsidRPr="002F3B2D">
        <w:rPr>
          <w:b/>
        </w:rPr>
        <w:t>Csus</w:t>
      </w:r>
      <w:r w:rsidR="00847413" w:rsidRPr="002F3B2D">
        <w:rPr>
          <w:b/>
        </w:rPr>
        <w:t xml:space="preserve">  C</w:t>
      </w:r>
      <w:proofErr w:type="gramEnd"/>
    </w:p>
    <w:p w:rsidR="00621E58" w:rsidRPr="002F3B2D" w:rsidRDefault="00536807" w:rsidP="0084126F">
      <w:r w:rsidRPr="002F3B2D">
        <w:t>Without ever knowing the comfort of peace</w:t>
      </w:r>
    </w:p>
    <w:p w:rsidR="00621E58" w:rsidRPr="002F3B2D" w:rsidRDefault="00621E58" w:rsidP="00621E58">
      <w:pPr>
        <w:outlineLvl w:val="0"/>
        <w:rPr>
          <w:b/>
        </w:rPr>
      </w:pPr>
      <w:r w:rsidRPr="002F3B2D">
        <w:rPr>
          <w:b/>
        </w:rPr>
        <w:t xml:space="preserve">Gm           </w:t>
      </w:r>
      <w:r w:rsidR="0097273D" w:rsidRPr="002F3B2D">
        <w:rPr>
          <w:b/>
        </w:rPr>
        <w:t xml:space="preserve">                </w:t>
      </w:r>
      <w:r w:rsidR="001E35A7" w:rsidRPr="002F3B2D">
        <w:rPr>
          <w:b/>
        </w:rPr>
        <w:t xml:space="preserve">  </w:t>
      </w:r>
      <w:r w:rsidR="0097273D" w:rsidRPr="002F3B2D">
        <w:rPr>
          <w:b/>
        </w:rPr>
        <w:t>Bb/</w:t>
      </w:r>
      <w:proofErr w:type="gramStart"/>
      <w:r w:rsidR="0097273D" w:rsidRPr="002F3B2D">
        <w:rPr>
          <w:b/>
        </w:rPr>
        <w:t xml:space="preserve">C </w:t>
      </w:r>
      <w:r w:rsidR="00F37873" w:rsidRPr="002F3B2D">
        <w:rPr>
          <w:b/>
        </w:rPr>
        <w:t xml:space="preserve"> </w:t>
      </w:r>
      <w:r w:rsidR="00B0458B" w:rsidRPr="002F3B2D">
        <w:rPr>
          <w:b/>
        </w:rPr>
        <w:t>C</w:t>
      </w:r>
      <w:proofErr w:type="gramEnd"/>
      <w:r w:rsidR="00B0458B" w:rsidRPr="002F3B2D">
        <w:rPr>
          <w:b/>
        </w:rPr>
        <w:t xml:space="preserve">    </w:t>
      </w:r>
      <w:r w:rsidR="001E35A7" w:rsidRPr="002F3B2D">
        <w:rPr>
          <w:b/>
        </w:rPr>
        <w:t xml:space="preserve">   </w:t>
      </w:r>
      <w:r w:rsidR="00F37873" w:rsidRPr="002F3B2D">
        <w:rPr>
          <w:b/>
        </w:rPr>
        <w:t xml:space="preserve"> </w:t>
      </w:r>
      <w:r w:rsidRPr="002F3B2D">
        <w:rPr>
          <w:b/>
        </w:rPr>
        <w:t xml:space="preserve">F    </w:t>
      </w:r>
      <w:r w:rsidR="0097273D" w:rsidRPr="002F3B2D">
        <w:rPr>
          <w:b/>
        </w:rPr>
        <w:t xml:space="preserve">  C/E </w:t>
      </w:r>
      <w:r w:rsidRPr="002F3B2D">
        <w:rPr>
          <w:b/>
        </w:rPr>
        <w:t>Dm</w:t>
      </w:r>
    </w:p>
    <w:p w:rsidR="00621E58" w:rsidRPr="002F3B2D" w:rsidRDefault="00536807" w:rsidP="0084126F">
      <w:r w:rsidRPr="002F3B2D">
        <w:t>Would you go to the ends of the earth this day</w:t>
      </w:r>
      <w:r w:rsidR="00CE7172" w:rsidRPr="002F3B2D">
        <w:t>?</w:t>
      </w:r>
    </w:p>
    <w:p w:rsidR="00621E58" w:rsidRPr="002F3B2D" w:rsidRDefault="00621E58" w:rsidP="00621E58">
      <w:pPr>
        <w:outlineLvl w:val="0"/>
        <w:rPr>
          <w:b/>
        </w:rPr>
      </w:pPr>
      <w:r w:rsidRPr="002F3B2D">
        <w:rPr>
          <w:b/>
        </w:rPr>
        <w:t xml:space="preserve">Gsus            </w:t>
      </w:r>
      <w:r w:rsidR="0097273D" w:rsidRPr="002F3B2D">
        <w:rPr>
          <w:b/>
        </w:rPr>
        <w:t xml:space="preserve">                </w:t>
      </w:r>
      <w:r w:rsidR="002C1F7A" w:rsidRPr="002F3B2D">
        <w:rPr>
          <w:b/>
        </w:rPr>
        <w:t xml:space="preserve"> </w:t>
      </w:r>
      <w:r w:rsidR="001E35A7" w:rsidRPr="002F3B2D">
        <w:rPr>
          <w:b/>
        </w:rPr>
        <w:t xml:space="preserve"> </w:t>
      </w:r>
      <w:r w:rsidR="004F3879" w:rsidRPr="002F3B2D">
        <w:rPr>
          <w:b/>
        </w:rPr>
        <w:t xml:space="preserve">G             </w:t>
      </w:r>
      <w:r w:rsidRPr="002F3B2D">
        <w:rPr>
          <w:b/>
        </w:rPr>
        <w:t>Bb</w:t>
      </w:r>
      <w:r w:rsidR="0097273D" w:rsidRPr="002F3B2D">
        <w:rPr>
          <w:b/>
        </w:rPr>
        <w:t>/</w:t>
      </w:r>
      <w:proofErr w:type="gramStart"/>
      <w:r w:rsidR="0097273D" w:rsidRPr="002F3B2D">
        <w:rPr>
          <w:b/>
        </w:rPr>
        <w:t>C</w:t>
      </w:r>
      <w:r w:rsidR="00C022EC" w:rsidRPr="002F3B2D">
        <w:rPr>
          <w:b/>
        </w:rPr>
        <w:t xml:space="preserve">  </w:t>
      </w:r>
      <w:r w:rsidRPr="002F3B2D">
        <w:rPr>
          <w:b/>
        </w:rPr>
        <w:t>C</w:t>
      </w:r>
      <w:proofErr w:type="gramEnd"/>
      <w:r w:rsidR="002F2415" w:rsidRPr="002F3B2D">
        <w:rPr>
          <w:b/>
        </w:rPr>
        <w:t xml:space="preserve"> </w:t>
      </w:r>
    </w:p>
    <w:p w:rsidR="0084126F" w:rsidRPr="002F3B2D" w:rsidRDefault="006C703E" w:rsidP="0084126F">
      <w:r w:rsidRPr="002F3B2D">
        <w:t>To reach the</w:t>
      </w:r>
      <w:r w:rsidR="00BE44EA" w:rsidRPr="002F3B2D">
        <w:t xml:space="preserve"> soul God wanted to save!</w:t>
      </w:r>
    </w:p>
    <w:p w:rsidR="0084126F" w:rsidRPr="002F3B2D" w:rsidRDefault="0084126F" w:rsidP="0084126F"/>
    <w:p w:rsidR="00435CFC" w:rsidRPr="002F3B2D" w:rsidRDefault="00341A7C" w:rsidP="00435CFC">
      <w:pPr>
        <w:outlineLvl w:val="0"/>
        <w:rPr>
          <w:b/>
        </w:rPr>
      </w:pPr>
      <w:r w:rsidRPr="002F3B2D">
        <w:rPr>
          <w:b/>
        </w:rPr>
        <w:t>Chorus</w:t>
      </w:r>
    </w:p>
    <w:p w:rsidR="00435CFC" w:rsidRPr="002F3B2D" w:rsidRDefault="00435CFC" w:rsidP="00CA54E2">
      <w:pPr>
        <w:outlineLvl w:val="0"/>
        <w:rPr>
          <w:b/>
        </w:rPr>
      </w:pPr>
      <w:r w:rsidRPr="002F3B2D">
        <w:rPr>
          <w:b/>
        </w:rPr>
        <w:t>Bb/C</w:t>
      </w:r>
      <w:r w:rsidR="00621E58" w:rsidRPr="002F3B2D">
        <w:rPr>
          <w:b/>
        </w:rPr>
        <w:t xml:space="preserve">   </w:t>
      </w:r>
      <w:r w:rsidR="003B6DB3" w:rsidRPr="002F3B2D">
        <w:t xml:space="preserve">       </w:t>
      </w:r>
      <w:r w:rsidR="00621E58" w:rsidRPr="002F3B2D">
        <w:rPr>
          <w:b/>
        </w:rPr>
        <w:t>F         Bb2</w:t>
      </w:r>
      <w:r w:rsidR="002C1F7A" w:rsidRPr="002F3B2D">
        <w:rPr>
          <w:b/>
        </w:rPr>
        <w:t xml:space="preserve">   </w:t>
      </w:r>
      <w:r w:rsidR="003B6DB3" w:rsidRPr="002F3B2D">
        <w:rPr>
          <w:b/>
        </w:rPr>
        <w:t xml:space="preserve">    </w:t>
      </w:r>
      <w:r w:rsidR="001E35A7" w:rsidRPr="002F3B2D">
        <w:rPr>
          <w:b/>
        </w:rPr>
        <w:t xml:space="preserve">   </w:t>
      </w:r>
      <w:r w:rsidR="004F3879" w:rsidRPr="002F3B2D">
        <w:rPr>
          <w:b/>
        </w:rPr>
        <w:t xml:space="preserve">Gm  </w:t>
      </w:r>
      <w:r w:rsidR="001E35A7" w:rsidRPr="002F3B2D">
        <w:rPr>
          <w:b/>
        </w:rPr>
        <w:t xml:space="preserve"> </w:t>
      </w:r>
      <w:proofErr w:type="gramStart"/>
      <w:r w:rsidR="00621E58" w:rsidRPr="002F3B2D">
        <w:rPr>
          <w:b/>
        </w:rPr>
        <w:t>Csus  C</w:t>
      </w:r>
      <w:proofErr w:type="gramEnd"/>
    </w:p>
    <w:p w:rsidR="00621E58" w:rsidRPr="002F3B2D" w:rsidRDefault="004A55E9" w:rsidP="00435CFC">
      <w:pPr>
        <w:rPr>
          <w:b/>
        </w:rPr>
      </w:pPr>
      <w:r w:rsidRPr="002F3B2D">
        <w:t>We’re the M</w:t>
      </w:r>
      <w:r w:rsidR="00793B29" w:rsidRPr="002F3B2D">
        <w:t>essengers of</w:t>
      </w:r>
      <w:r w:rsidR="00AD0012" w:rsidRPr="002F3B2D">
        <w:t xml:space="preserve"> -</w:t>
      </w:r>
      <w:r w:rsidR="00793B29" w:rsidRPr="002F3B2D">
        <w:t xml:space="preserve"> God above</w:t>
      </w:r>
    </w:p>
    <w:p w:rsidR="00B5556F" w:rsidRPr="002F3B2D" w:rsidRDefault="00621E58" w:rsidP="00B5556F">
      <w:pPr>
        <w:outlineLvl w:val="0"/>
        <w:rPr>
          <w:b/>
        </w:rPr>
      </w:pPr>
      <w:r w:rsidRPr="002F3B2D">
        <w:t xml:space="preserve">                 </w:t>
      </w:r>
      <w:r w:rsidRPr="002F3B2D">
        <w:rPr>
          <w:b/>
        </w:rPr>
        <w:t xml:space="preserve">F          </w:t>
      </w:r>
      <w:r w:rsidR="001E35A7" w:rsidRPr="002F3B2D">
        <w:rPr>
          <w:b/>
        </w:rPr>
        <w:t xml:space="preserve"> </w:t>
      </w:r>
      <w:r w:rsidRPr="002F3B2D">
        <w:rPr>
          <w:b/>
        </w:rPr>
        <w:t xml:space="preserve">Gm     </w:t>
      </w:r>
      <w:r w:rsidR="00AD0012" w:rsidRPr="002F3B2D">
        <w:rPr>
          <w:b/>
        </w:rPr>
        <w:t xml:space="preserve">  </w:t>
      </w:r>
      <w:r w:rsidRPr="002F3B2D">
        <w:rPr>
          <w:b/>
        </w:rPr>
        <w:t xml:space="preserve">Bb       </w:t>
      </w:r>
      <w:r w:rsidR="00274A8A" w:rsidRPr="002F3B2D">
        <w:rPr>
          <w:b/>
        </w:rPr>
        <w:t xml:space="preserve"> </w:t>
      </w:r>
      <w:proofErr w:type="gramStart"/>
      <w:r w:rsidR="00B95EC7" w:rsidRPr="002F3B2D">
        <w:rPr>
          <w:b/>
        </w:rPr>
        <w:t>Csus  C</w:t>
      </w:r>
      <w:proofErr w:type="gramEnd"/>
    </w:p>
    <w:p w:rsidR="00621E58" w:rsidRPr="002F3B2D" w:rsidRDefault="00793B29" w:rsidP="00B5556F">
      <w:pPr>
        <w:outlineLvl w:val="0"/>
        <w:rPr>
          <w:b/>
        </w:rPr>
      </w:pPr>
      <w:r w:rsidRPr="002F3B2D">
        <w:t xml:space="preserve">With </w:t>
      </w:r>
      <w:r w:rsidR="00B5556F" w:rsidRPr="002F3B2D">
        <w:t xml:space="preserve">the </w:t>
      </w:r>
      <w:r w:rsidR="003B6DB3" w:rsidRPr="002F3B2D">
        <w:t>M</w:t>
      </w:r>
      <w:r w:rsidRPr="002F3B2D">
        <w:t>essage of</w:t>
      </w:r>
      <w:r w:rsidR="00AD0012" w:rsidRPr="002F3B2D">
        <w:t xml:space="preserve"> </w:t>
      </w:r>
      <w:r w:rsidR="00DA1A1D" w:rsidRPr="002F3B2D">
        <w:t>re</w:t>
      </w:r>
      <w:r w:rsidR="00AD0012" w:rsidRPr="002F3B2D">
        <w:t xml:space="preserve"> - </w:t>
      </w:r>
      <w:r w:rsidR="00DA1A1D" w:rsidRPr="002F3B2D">
        <w:t xml:space="preserve">deeming </w:t>
      </w:r>
      <w:r w:rsidRPr="002F3B2D">
        <w:t>love</w:t>
      </w:r>
    </w:p>
    <w:p w:rsidR="00CE7172" w:rsidRPr="002F3B2D" w:rsidRDefault="00621E58" w:rsidP="0084126F">
      <w:pPr>
        <w:rPr>
          <w:b/>
        </w:rPr>
      </w:pPr>
      <w:r w:rsidRPr="002F3B2D">
        <w:t xml:space="preserve">                  </w:t>
      </w:r>
      <w:r w:rsidR="00AD0012" w:rsidRPr="002F3B2D">
        <w:t xml:space="preserve">  </w:t>
      </w:r>
      <w:r w:rsidR="0097273D" w:rsidRPr="002F3B2D">
        <w:rPr>
          <w:b/>
        </w:rPr>
        <w:t xml:space="preserve">F         </w:t>
      </w:r>
      <w:r w:rsidR="005E19B8" w:rsidRPr="002F3B2D">
        <w:rPr>
          <w:b/>
        </w:rPr>
        <w:t xml:space="preserve"> </w:t>
      </w:r>
      <w:r w:rsidR="001E35A7" w:rsidRPr="002F3B2D">
        <w:rPr>
          <w:b/>
        </w:rPr>
        <w:t xml:space="preserve">   </w:t>
      </w:r>
      <w:r w:rsidR="00274A8A" w:rsidRPr="002F3B2D">
        <w:rPr>
          <w:b/>
        </w:rPr>
        <w:t xml:space="preserve">Gm      </w:t>
      </w:r>
      <w:r w:rsidR="001E35A7" w:rsidRPr="002F3B2D">
        <w:rPr>
          <w:b/>
        </w:rPr>
        <w:t xml:space="preserve">  </w:t>
      </w:r>
      <w:r w:rsidR="00274A8A" w:rsidRPr="002F3B2D">
        <w:rPr>
          <w:b/>
        </w:rPr>
        <w:t xml:space="preserve"> </w:t>
      </w:r>
      <w:r w:rsidR="00AD0012" w:rsidRPr="002F3B2D">
        <w:rPr>
          <w:b/>
        </w:rPr>
        <w:t xml:space="preserve">Bb         </w:t>
      </w:r>
      <w:r w:rsidR="00811DF4" w:rsidRPr="002F3B2D">
        <w:rPr>
          <w:b/>
        </w:rPr>
        <w:t xml:space="preserve"> </w:t>
      </w:r>
      <w:r w:rsidR="001E35A7" w:rsidRPr="002F3B2D">
        <w:rPr>
          <w:b/>
        </w:rPr>
        <w:t xml:space="preserve"> </w:t>
      </w:r>
      <w:r w:rsidRPr="002F3B2D">
        <w:rPr>
          <w:b/>
        </w:rPr>
        <w:t>C</w:t>
      </w:r>
      <w:r w:rsidR="0097273D" w:rsidRPr="002F3B2D">
        <w:rPr>
          <w:b/>
        </w:rPr>
        <w:t>sus</w:t>
      </w:r>
      <w:r w:rsidR="002C1F7A" w:rsidRPr="002F3B2D">
        <w:rPr>
          <w:b/>
        </w:rPr>
        <w:t xml:space="preserve"> </w:t>
      </w:r>
      <w:r w:rsidRPr="002F3B2D">
        <w:rPr>
          <w:b/>
        </w:rPr>
        <w:t>C</w:t>
      </w:r>
      <w:r w:rsidR="002C1F7A" w:rsidRPr="002F3B2D">
        <w:rPr>
          <w:b/>
        </w:rPr>
        <w:t xml:space="preserve"> </w:t>
      </w:r>
      <w:r w:rsidR="009704A1" w:rsidRPr="002F3B2D">
        <w:rPr>
          <w:b/>
        </w:rPr>
        <w:t xml:space="preserve">  Bb    Bb/</w:t>
      </w:r>
      <w:proofErr w:type="gramStart"/>
      <w:r w:rsidR="009704A1" w:rsidRPr="002F3B2D">
        <w:rPr>
          <w:b/>
        </w:rPr>
        <w:t xml:space="preserve">C  </w:t>
      </w:r>
      <w:r w:rsidR="002C1F7A" w:rsidRPr="002F3B2D">
        <w:rPr>
          <w:b/>
        </w:rPr>
        <w:t>C</w:t>
      </w:r>
      <w:proofErr w:type="gramEnd"/>
    </w:p>
    <w:p w:rsidR="00AD0012" w:rsidRPr="002F3B2D" w:rsidRDefault="004A55E9" w:rsidP="0084126F">
      <w:r w:rsidRPr="002F3B2D">
        <w:t>Spread the</w:t>
      </w:r>
      <w:r w:rsidR="00B5556F" w:rsidRPr="002F3B2D">
        <w:t xml:space="preserve"> </w:t>
      </w:r>
      <w:r w:rsidRPr="002F3B2D">
        <w:t xml:space="preserve">message of the </w:t>
      </w:r>
      <w:r w:rsidR="00AD0012" w:rsidRPr="002F3B2D">
        <w:t xml:space="preserve">- </w:t>
      </w:r>
      <w:r w:rsidR="0096745A" w:rsidRPr="002F3B2D">
        <w:t>One True l</w:t>
      </w:r>
      <w:r w:rsidR="00793B29" w:rsidRPr="002F3B2D">
        <w:t>iv</w:t>
      </w:r>
      <w:r w:rsidR="009704A1" w:rsidRPr="002F3B2D">
        <w:t xml:space="preserve"> - </w:t>
      </w:r>
      <w:r w:rsidR="00793B29" w:rsidRPr="002F3B2D">
        <w:t>ing God</w:t>
      </w:r>
    </w:p>
    <w:p w:rsidR="001D5448" w:rsidRPr="002F3B2D" w:rsidRDefault="00AD0012" w:rsidP="00291F87">
      <w:pPr>
        <w:rPr>
          <w:b/>
        </w:rPr>
      </w:pPr>
      <w:r w:rsidRPr="002F3B2D">
        <w:t xml:space="preserve">                                        </w:t>
      </w:r>
      <w:r w:rsidR="00186BAB" w:rsidRPr="002F3B2D">
        <w:t xml:space="preserve">        </w:t>
      </w:r>
    </w:p>
    <w:p w:rsidR="00B1024D" w:rsidRPr="002F3B2D" w:rsidRDefault="00274A8A" w:rsidP="00B1024D">
      <w:pPr>
        <w:outlineLvl w:val="0"/>
        <w:rPr>
          <w:b/>
        </w:rPr>
      </w:pPr>
      <w:r w:rsidRPr="002F3B2D">
        <w:rPr>
          <w:b/>
        </w:rPr>
        <w:t>Intro/Interlude    F2    Bb2    F2    Bb2</w:t>
      </w:r>
    </w:p>
    <w:p w:rsidR="00B1024D" w:rsidRPr="002F3B2D" w:rsidRDefault="00B1024D" w:rsidP="00B1024D">
      <w:pPr>
        <w:rPr>
          <w:b/>
          <w:i/>
        </w:rPr>
      </w:pPr>
    </w:p>
    <w:p w:rsidR="00E52BFC" w:rsidRPr="002F3B2D" w:rsidRDefault="009A3264" w:rsidP="00CE7172">
      <w:pPr>
        <w:outlineLvl w:val="0"/>
        <w:rPr>
          <w:b/>
        </w:rPr>
      </w:pPr>
      <w:r w:rsidRPr="002F3B2D">
        <w:rPr>
          <w:b/>
        </w:rPr>
        <w:t>Verse 2</w:t>
      </w:r>
    </w:p>
    <w:p w:rsidR="005E6D6E" w:rsidRPr="002F3B2D" w:rsidRDefault="005E6D6E" w:rsidP="005E6D6E">
      <w:pPr>
        <w:rPr>
          <w:b/>
        </w:rPr>
      </w:pPr>
      <w:r w:rsidRPr="002F3B2D">
        <w:rPr>
          <w:b/>
        </w:rPr>
        <w:t>F</w:t>
      </w:r>
      <w:r w:rsidR="00945B01" w:rsidRPr="002F3B2D">
        <w:rPr>
          <w:b/>
        </w:rPr>
        <w:t xml:space="preserve">2                            </w:t>
      </w:r>
      <w:r w:rsidR="001E35A7" w:rsidRPr="002F3B2D">
        <w:rPr>
          <w:b/>
        </w:rPr>
        <w:t xml:space="preserve">     </w:t>
      </w:r>
      <w:r w:rsidR="00945B01" w:rsidRPr="002F3B2D">
        <w:rPr>
          <w:b/>
        </w:rPr>
        <w:t xml:space="preserve">F/A             </w:t>
      </w:r>
      <w:r w:rsidR="001E35A7" w:rsidRPr="002F3B2D">
        <w:rPr>
          <w:b/>
        </w:rPr>
        <w:t xml:space="preserve"> </w:t>
      </w:r>
      <w:r w:rsidR="00945B01" w:rsidRPr="002F3B2D">
        <w:rPr>
          <w:b/>
        </w:rPr>
        <w:t xml:space="preserve">Bb/F     </w:t>
      </w:r>
      <w:proofErr w:type="gramStart"/>
      <w:r w:rsidR="00945B01" w:rsidRPr="002F3B2D">
        <w:rPr>
          <w:b/>
        </w:rPr>
        <w:t>Csus  C</w:t>
      </w:r>
      <w:proofErr w:type="gramEnd"/>
    </w:p>
    <w:p w:rsidR="00793B29" w:rsidRPr="002F3B2D" w:rsidRDefault="00793B29" w:rsidP="0084126F">
      <w:r w:rsidRPr="002F3B2D">
        <w:t xml:space="preserve">Do you see the man reaching to find his </w:t>
      </w:r>
      <w:r w:rsidR="00F75493" w:rsidRPr="002F3B2D">
        <w:t>home?</w:t>
      </w:r>
    </w:p>
    <w:p w:rsidR="00B95EC7" w:rsidRPr="002F3B2D" w:rsidRDefault="003D6C65" w:rsidP="0084126F">
      <w:pPr>
        <w:rPr>
          <w:b/>
        </w:rPr>
      </w:pPr>
      <w:r w:rsidRPr="002F3B2D">
        <w:rPr>
          <w:b/>
        </w:rPr>
        <w:t xml:space="preserve">F2                </w:t>
      </w:r>
      <w:r w:rsidR="00B95EC7" w:rsidRPr="002F3B2D">
        <w:rPr>
          <w:b/>
        </w:rPr>
        <w:t xml:space="preserve">        </w:t>
      </w:r>
      <w:r w:rsidR="00B5556F" w:rsidRPr="002F3B2D">
        <w:rPr>
          <w:b/>
        </w:rPr>
        <w:t xml:space="preserve"> </w:t>
      </w:r>
      <w:r w:rsidR="00B95EC7" w:rsidRPr="002F3B2D">
        <w:rPr>
          <w:b/>
        </w:rPr>
        <w:t xml:space="preserve">Dm                  </w:t>
      </w:r>
      <w:r w:rsidR="001E35A7" w:rsidRPr="002F3B2D">
        <w:rPr>
          <w:b/>
        </w:rPr>
        <w:t xml:space="preserve">  </w:t>
      </w:r>
      <w:r w:rsidR="00B95EC7" w:rsidRPr="002F3B2D">
        <w:rPr>
          <w:b/>
        </w:rPr>
        <w:t>Bb</w:t>
      </w:r>
      <w:r w:rsidR="00945B01" w:rsidRPr="002F3B2D">
        <w:rPr>
          <w:b/>
        </w:rPr>
        <w:t xml:space="preserve">    </w:t>
      </w:r>
      <w:r w:rsidR="001E35A7" w:rsidRPr="002F3B2D">
        <w:rPr>
          <w:b/>
        </w:rPr>
        <w:t xml:space="preserve">  </w:t>
      </w:r>
      <w:r w:rsidR="00945B01" w:rsidRPr="002F3B2D">
        <w:rPr>
          <w:b/>
        </w:rPr>
        <w:t>Csus C</w:t>
      </w:r>
    </w:p>
    <w:p w:rsidR="005E6D6E" w:rsidRPr="002F3B2D" w:rsidRDefault="00793B29" w:rsidP="0084126F">
      <w:r w:rsidRPr="002F3B2D">
        <w:t>He’s drowning in emptiness in a heart alone</w:t>
      </w:r>
    </w:p>
    <w:p w:rsidR="005E6D6E" w:rsidRPr="002F3B2D" w:rsidRDefault="005E6D6E" w:rsidP="005E6D6E">
      <w:pPr>
        <w:outlineLvl w:val="0"/>
        <w:rPr>
          <w:b/>
        </w:rPr>
      </w:pPr>
      <w:r w:rsidRPr="002F3B2D">
        <w:rPr>
          <w:b/>
        </w:rPr>
        <w:t xml:space="preserve">Gm             </w:t>
      </w:r>
      <w:r w:rsidR="00B95EC7" w:rsidRPr="002F3B2D">
        <w:rPr>
          <w:b/>
        </w:rPr>
        <w:t xml:space="preserve">                </w:t>
      </w:r>
      <w:r w:rsidR="001E35A7" w:rsidRPr="002F3B2D">
        <w:rPr>
          <w:b/>
        </w:rPr>
        <w:t xml:space="preserve">     </w:t>
      </w:r>
      <w:r w:rsidR="00B95EC7" w:rsidRPr="002F3B2D">
        <w:rPr>
          <w:b/>
        </w:rPr>
        <w:t xml:space="preserve"> Bb/C    </w:t>
      </w:r>
      <w:r w:rsidRPr="002F3B2D">
        <w:rPr>
          <w:b/>
        </w:rPr>
        <w:t xml:space="preserve">C       </w:t>
      </w:r>
      <w:r w:rsidR="001E35A7" w:rsidRPr="002F3B2D">
        <w:rPr>
          <w:b/>
        </w:rPr>
        <w:t xml:space="preserve"> </w:t>
      </w:r>
      <w:r w:rsidRPr="002F3B2D">
        <w:rPr>
          <w:b/>
        </w:rPr>
        <w:t xml:space="preserve">F </w:t>
      </w:r>
      <w:r w:rsidR="001E35A7" w:rsidRPr="002F3B2D">
        <w:rPr>
          <w:b/>
        </w:rPr>
        <w:t xml:space="preserve">   </w:t>
      </w:r>
      <w:r w:rsidR="00442A74" w:rsidRPr="002F3B2D">
        <w:rPr>
          <w:b/>
        </w:rPr>
        <w:t xml:space="preserve"> C/E</w:t>
      </w:r>
      <w:r w:rsidR="00C022EC" w:rsidRPr="002F3B2D">
        <w:rPr>
          <w:b/>
        </w:rPr>
        <w:t xml:space="preserve">   </w:t>
      </w:r>
      <w:r w:rsidRPr="002F3B2D">
        <w:rPr>
          <w:b/>
        </w:rPr>
        <w:t>Dm</w:t>
      </w:r>
    </w:p>
    <w:p w:rsidR="00F75493" w:rsidRPr="002F3B2D" w:rsidRDefault="009374CA" w:rsidP="0084126F">
      <w:r w:rsidRPr="002F3B2D">
        <w:t>Is there some</w:t>
      </w:r>
      <w:r w:rsidR="002B5D26" w:rsidRPr="002F3B2D">
        <w:t>one who’ll reach out</w:t>
      </w:r>
      <w:r w:rsidRPr="002F3B2D">
        <w:t xml:space="preserve"> </w:t>
      </w:r>
      <w:r w:rsidR="00F13C57" w:rsidRPr="002F3B2D">
        <w:t>to grab</w:t>
      </w:r>
      <w:r w:rsidR="002B5D26" w:rsidRPr="002F3B2D">
        <w:t xml:space="preserve"> his </w:t>
      </w:r>
      <w:proofErr w:type="gramStart"/>
      <w:r w:rsidR="002B5D26" w:rsidRPr="002F3B2D">
        <w:t>hand</w:t>
      </w:r>
      <w:proofErr w:type="gramEnd"/>
    </w:p>
    <w:p w:rsidR="005E6D6E" w:rsidRPr="002F3B2D" w:rsidRDefault="00C96220" w:rsidP="005E6D6E">
      <w:pPr>
        <w:outlineLvl w:val="0"/>
        <w:rPr>
          <w:b/>
        </w:rPr>
      </w:pPr>
      <w:r w:rsidRPr="002F3B2D">
        <w:rPr>
          <w:b/>
        </w:rPr>
        <w:t xml:space="preserve">Gsus            </w:t>
      </w:r>
      <w:r w:rsidR="005C6B54" w:rsidRPr="002F3B2D">
        <w:rPr>
          <w:b/>
        </w:rPr>
        <w:t xml:space="preserve">  </w:t>
      </w:r>
      <w:r w:rsidR="00B0458B" w:rsidRPr="002F3B2D">
        <w:rPr>
          <w:b/>
        </w:rPr>
        <w:t xml:space="preserve">G                       </w:t>
      </w:r>
      <w:r w:rsidRPr="002F3B2D">
        <w:rPr>
          <w:b/>
        </w:rPr>
        <w:t xml:space="preserve"> </w:t>
      </w:r>
      <w:r w:rsidR="005E6D6E" w:rsidRPr="002F3B2D">
        <w:rPr>
          <w:b/>
        </w:rPr>
        <w:t>Bb</w:t>
      </w:r>
      <w:r w:rsidR="00945B01" w:rsidRPr="002F3B2D">
        <w:rPr>
          <w:b/>
        </w:rPr>
        <w:t xml:space="preserve">/C  </w:t>
      </w:r>
      <w:r w:rsidRPr="002F3B2D">
        <w:rPr>
          <w:b/>
        </w:rPr>
        <w:t xml:space="preserve"> </w:t>
      </w:r>
      <w:r w:rsidR="005E6D6E" w:rsidRPr="002F3B2D">
        <w:rPr>
          <w:b/>
        </w:rPr>
        <w:t>C</w:t>
      </w:r>
      <w:r w:rsidR="00B0458B" w:rsidRPr="002F3B2D">
        <w:rPr>
          <w:b/>
        </w:rPr>
        <w:t xml:space="preserve"> </w:t>
      </w:r>
    </w:p>
    <w:p w:rsidR="006903BD" w:rsidRPr="002F3B2D" w:rsidRDefault="006C703E" w:rsidP="006903BD">
      <w:pPr>
        <w:outlineLvl w:val="0"/>
      </w:pPr>
      <w:r w:rsidRPr="002F3B2D">
        <w:t>T</w:t>
      </w:r>
      <w:r w:rsidR="002B5D26" w:rsidRPr="002F3B2D">
        <w:t>ell</w:t>
      </w:r>
      <w:r w:rsidR="009374CA" w:rsidRPr="002F3B2D">
        <w:t xml:space="preserve"> him </w:t>
      </w:r>
      <w:r w:rsidR="00CD00F7" w:rsidRPr="002F3B2D">
        <w:t>that there’s a promised land!</w:t>
      </w:r>
      <w:r w:rsidR="00B5556F" w:rsidRPr="002F3B2D">
        <w:t xml:space="preserve">   </w:t>
      </w:r>
      <w:r w:rsidR="005E19B8" w:rsidRPr="002F3B2D">
        <w:t xml:space="preserve">   </w:t>
      </w:r>
      <w:r w:rsidR="006903BD" w:rsidRPr="002F3B2D">
        <w:t>(</w:t>
      </w:r>
      <w:r w:rsidR="0013093F" w:rsidRPr="002F3B2D">
        <w:t xml:space="preserve">To </w:t>
      </w:r>
      <w:r w:rsidR="006903BD" w:rsidRPr="002F3B2D">
        <w:t>Chorus)</w:t>
      </w:r>
    </w:p>
    <w:p w:rsidR="00291F87" w:rsidRPr="002F3B2D" w:rsidRDefault="00291F87" w:rsidP="00291F87">
      <w:pPr>
        <w:rPr>
          <w:sz w:val="22"/>
        </w:rPr>
      </w:pPr>
    </w:p>
    <w:p w:rsidR="00584BBB" w:rsidRPr="002F3B2D" w:rsidRDefault="00584BBB" w:rsidP="00B13451">
      <w:pPr>
        <w:rPr>
          <w:sz w:val="22"/>
        </w:rPr>
      </w:pPr>
    </w:p>
    <w:p w:rsidR="005252B3" w:rsidRPr="002F3B2D" w:rsidRDefault="00291F87" w:rsidP="00B13451">
      <w:pPr>
        <w:rPr>
          <w:rFonts w:ascii="Century Gothic" w:hAnsi="Century Gothic"/>
          <w:sz w:val="44"/>
        </w:rPr>
      </w:pPr>
      <w:r w:rsidRPr="002F3B2D">
        <w:rPr>
          <w:rFonts w:ascii="Century Gothic" w:hAnsi="Century Gothic"/>
          <w:b/>
          <w:sz w:val="44"/>
          <w:szCs w:val="44"/>
        </w:rPr>
        <w:t xml:space="preserve">WE’RE THE MESSENGERS </w:t>
      </w:r>
      <w:r w:rsidR="00B44999" w:rsidRPr="002F3B2D">
        <w:rPr>
          <w:rFonts w:ascii="Century Gothic" w:hAnsi="Century Gothic"/>
          <w:b/>
          <w:sz w:val="44"/>
          <w:szCs w:val="44"/>
        </w:rPr>
        <w:t>-</w:t>
      </w:r>
      <w:r w:rsidR="008B05F0" w:rsidRPr="002F3B2D">
        <w:rPr>
          <w:rFonts w:ascii="Century Gothic" w:hAnsi="Century Gothic"/>
          <w:b/>
          <w:sz w:val="44"/>
          <w:szCs w:val="44"/>
        </w:rPr>
        <w:t xml:space="preserve"> </w:t>
      </w:r>
      <w:r w:rsidR="00B44999" w:rsidRPr="002F3B2D">
        <w:rPr>
          <w:rFonts w:ascii="Century Gothic" w:hAnsi="Century Gothic"/>
          <w:b/>
          <w:sz w:val="44"/>
          <w:szCs w:val="44"/>
        </w:rPr>
        <w:t>p. 2</w:t>
      </w:r>
    </w:p>
    <w:p w:rsidR="00291F87" w:rsidRPr="002F3B2D" w:rsidRDefault="00291F87" w:rsidP="00291F87">
      <w:pPr>
        <w:outlineLvl w:val="0"/>
        <w:rPr>
          <w:rFonts w:ascii="Century Gothic" w:hAnsi="Century Gothic"/>
          <w:sz w:val="22"/>
          <w:szCs w:val="44"/>
        </w:rPr>
      </w:pPr>
      <w:r w:rsidRPr="002F3B2D">
        <w:rPr>
          <w:rFonts w:ascii="Century Gothic" w:hAnsi="Century Gothic"/>
          <w:sz w:val="22"/>
          <w:szCs w:val="44"/>
        </w:rPr>
        <w:t xml:space="preserve">By Michele Wagner </w:t>
      </w:r>
    </w:p>
    <w:p w:rsidR="002D1ADF" w:rsidRPr="002F3B2D" w:rsidRDefault="002D1ADF" w:rsidP="002D1ADF">
      <w:pPr>
        <w:outlineLvl w:val="0"/>
        <w:rPr>
          <w:rFonts w:ascii="Century Gothic" w:hAnsi="Century Gothic"/>
          <w:b/>
          <w:sz w:val="22"/>
          <w:szCs w:val="44"/>
        </w:rPr>
      </w:pPr>
      <w:r w:rsidRPr="002F3B2D">
        <w:rPr>
          <w:rFonts w:ascii="Century Gothic" w:hAnsi="Century Gothic"/>
          <w:sz w:val="22"/>
          <w:szCs w:val="44"/>
        </w:rPr>
        <w:t>Reference: Isaiah: 61</w:t>
      </w:r>
      <w:r w:rsidR="0094036F" w:rsidRPr="002F3B2D">
        <w:rPr>
          <w:rFonts w:ascii="Century Gothic" w:hAnsi="Century Gothic"/>
          <w:sz w:val="22"/>
          <w:szCs w:val="44"/>
        </w:rPr>
        <w:t xml:space="preserve">, </w:t>
      </w:r>
      <w:r w:rsidR="0094036F" w:rsidRPr="002F3B2D">
        <w:rPr>
          <w:rFonts w:ascii="Century Gothic" w:hAnsi="Century Gothic"/>
          <w:sz w:val="22"/>
        </w:rPr>
        <w:t xml:space="preserve">Acts 13,14 </w:t>
      </w:r>
    </w:p>
    <w:p w:rsidR="005252B3" w:rsidRPr="002F3B2D" w:rsidRDefault="005252B3" w:rsidP="005252B3">
      <w:pPr>
        <w:outlineLvl w:val="0"/>
        <w:rPr>
          <w:b/>
          <w:sz w:val="22"/>
          <w:szCs w:val="44"/>
        </w:rPr>
      </w:pPr>
    </w:p>
    <w:p w:rsidR="009E2042" w:rsidRPr="002F3B2D" w:rsidRDefault="009E2042" w:rsidP="009268BE">
      <w:pPr>
        <w:rPr>
          <w:b/>
        </w:rPr>
      </w:pPr>
    </w:p>
    <w:p w:rsidR="009268BE" w:rsidRPr="002F3B2D" w:rsidRDefault="009268BE" w:rsidP="009268BE">
      <w:pPr>
        <w:rPr>
          <w:b/>
          <w:sz w:val="22"/>
        </w:rPr>
      </w:pPr>
      <w:r w:rsidRPr="002F3B2D">
        <w:rPr>
          <w:b/>
        </w:rPr>
        <w:t>Bridge</w:t>
      </w:r>
    </w:p>
    <w:p w:rsidR="00B1024D" w:rsidRPr="002F3B2D" w:rsidRDefault="00B1024D" w:rsidP="00B1024D">
      <w:pPr>
        <w:outlineLvl w:val="0"/>
        <w:rPr>
          <w:b/>
        </w:rPr>
      </w:pPr>
      <w:r w:rsidRPr="002F3B2D">
        <w:rPr>
          <w:b/>
        </w:rPr>
        <w:t>C                                        F2</w:t>
      </w:r>
    </w:p>
    <w:p w:rsidR="00B1024D" w:rsidRPr="002F3B2D" w:rsidRDefault="002B5D26" w:rsidP="00CE7172">
      <w:pPr>
        <w:outlineLvl w:val="0"/>
      </w:pPr>
      <w:r w:rsidRPr="002F3B2D">
        <w:t xml:space="preserve">We a are the light for the dying and lost </w:t>
      </w:r>
    </w:p>
    <w:p w:rsidR="002B5D26" w:rsidRPr="002F3B2D" w:rsidRDefault="00B1024D" w:rsidP="00CE7172">
      <w:pPr>
        <w:outlineLvl w:val="0"/>
        <w:rPr>
          <w:b/>
        </w:rPr>
      </w:pPr>
      <w:r w:rsidRPr="002F3B2D">
        <w:rPr>
          <w:b/>
        </w:rPr>
        <w:t xml:space="preserve">Eb                   </w:t>
      </w:r>
      <w:r w:rsidR="0082341A" w:rsidRPr="002F3B2D">
        <w:rPr>
          <w:b/>
        </w:rPr>
        <w:t xml:space="preserve">              </w:t>
      </w:r>
      <w:r w:rsidR="00474633" w:rsidRPr="002F3B2D">
        <w:rPr>
          <w:b/>
        </w:rPr>
        <w:t xml:space="preserve">     </w:t>
      </w:r>
      <w:r w:rsidR="0082341A" w:rsidRPr="002F3B2D">
        <w:rPr>
          <w:b/>
        </w:rPr>
        <w:t xml:space="preserve">Bb2/D       Csus </w:t>
      </w:r>
      <w:r w:rsidRPr="002F3B2D">
        <w:rPr>
          <w:b/>
        </w:rPr>
        <w:t>C</w:t>
      </w:r>
    </w:p>
    <w:p w:rsidR="00B1024D" w:rsidRPr="002F3B2D" w:rsidRDefault="002B5D26" w:rsidP="00CE7172">
      <w:pPr>
        <w:outlineLvl w:val="0"/>
      </w:pPr>
      <w:r w:rsidRPr="002F3B2D">
        <w:t xml:space="preserve">Give </w:t>
      </w:r>
      <w:r w:rsidR="00474633" w:rsidRPr="002F3B2D">
        <w:t xml:space="preserve">up </w:t>
      </w:r>
      <w:r w:rsidRPr="002F3B2D">
        <w:t>your comfort isn’t worth the cost</w:t>
      </w:r>
    </w:p>
    <w:p w:rsidR="002B5D26" w:rsidRPr="002F3B2D" w:rsidRDefault="00B1024D" w:rsidP="00CE7172">
      <w:pPr>
        <w:outlineLvl w:val="0"/>
        <w:rPr>
          <w:b/>
        </w:rPr>
      </w:pPr>
      <w:r w:rsidRPr="002F3B2D">
        <w:rPr>
          <w:b/>
        </w:rPr>
        <w:t>Dm                               Eb2</w:t>
      </w:r>
    </w:p>
    <w:p w:rsidR="002B5D26" w:rsidRPr="002F3B2D" w:rsidRDefault="002B5D26" w:rsidP="00CE7172">
      <w:pPr>
        <w:outlineLvl w:val="0"/>
      </w:pPr>
      <w:r w:rsidRPr="002F3B2D">
        <w:t>To give up your life so another can live</w:t>
      </w:r>
    </w:p>
    <w:p w:rsidR="00B1024D" w:rsidRPr="002F3B2D" w:rsidRDefault="00B1024D" w:rsidP="00CE7172">
      <w:pPr>
        <w:outlineLvl w:val="0"/>
        <w:rPr>
          <w:b/>
        </w:rPr>
      </w:pPr>
      <w:r w:rsidRPr="002F3B2D">
        <w:rPr>
          <w:b/>
        </w:rPr>
        <w:t>Bb                        Gm     Bb/</w:t>
      </w:r>
      <w:proofErr w:type="gramStart"/>
      <w:r w:rsidRPr="002F3B2D">
        <w:rPr>
          <w:b/>
        </w:rPr>
        <w:t>C  C</w:t>
      </w:r>
      <w:proofErr w:type="gramEnd"/>
    </w:p>
    <w:p w:rsidR="00B1024D" w:rsidRPr="002F3B2D" w:rsidRDefault="002B5D26" w:rsidP="00CE7172">
      <w:pPr>
        <w:outlineLvl w:val="0"/>
      </w:pPr>
      <w:r w:rsidRPr="002F3B2D">
        <w:t>Give a chance for life to begin</w:t>
      </w:r>
      <w:r w:rsidR="00E52BFC" w:rsidRPr="002F3B2D">
        <w:t xml:space="preserve">  </w:t>
      </w:r>
    </w:p>
    <w:p w:rsidR="002B5D26" w:rsidRPr="002F3B2D" w:rsidRDefault="00B1024D" w:rsidP="00CE7172">
      <w:pPr>
        <w:outlineLvl w:val="0"/>
        <w:rPr>
          <w:b/>
        </w:rPr>
      </w:pPr>
      <w:r w:rsidRPr="002F3B2D">
        <w:rPr>
          <w:b/>
        </w:rPr>
        <w:t>C/D                    D</w:t>
      </w:r>
    </w:p>
    <w:p w:rsidR="00AB0617" w:rsidRPr="002F3B2D" w:rsidRDefault="002B5D26" w:rsidP="00AB0617">
      <w:r w:rsidRPr="002F3B2D">
        <w:t>Don’</w:t>
      </w:r>
      <w:r w:rsidR="00D00BD1" w:rsidRPr="002F3B2D">
        <w:t>t hold H</w:t>
      </w:r>
      <w:r w:rsidR="00B1024D" w:rsidRPr="002F3B2D">
        <w:t xml:space="preserve">im </w:t>
      </w:r>
      <w:r w:rsidRPr="002F3B2D">
        <w:t xml:space="preserve">in </w:t>
      </w:r>
      <w:r w:rsidR="00B26612" w:rsidRPr="002F3B2D">
        <w:t xml:space="preserve">           </w:t>
      </w:r>
    </w:p>
    <w:p w:rsidR="00AB0617" w:rsidRPr="002F3B2D" w:rsidRDefault="00AB0617" w:rsidP="00AB0617"/>
    <w:p w:rsidR="00CE7172" w:rsidRPr="002F3B2D" w:rsidRDefault="009A3264" w:rsidP="00AB0617">
      <w:pPr>
        <w:rPr>
          <w:b/>
        </w:rPr>
      </w:pPr>
      <w:r w:rsidRPr="002F3B2D">
        <w:rPr>
          <w:b/>
        </w:rPr>
        <w:t>Chorus</w:t>
      </w:r>
    </w:p>
    <w:p w:rsidR="009A3264" w:rsidRPr="002F3B2D" w:rsidRDefault="00231CC4" w:rsidP="00CE7172">
      <w:pPr>
        <w:outlineLvl w:val="0"/>
        <w:rPr>
          <w:b/>
        </w:rPr>
      </w:pPr>
      <w:r w:rsidRPr="002F3B2D">
        <w:rPr>
          <w:b/>
        </w:rPr>
        <w:t xml:space="preserve">         G          </w:t>
      </w:r>
      <w:r w:rsidR="00B1024D" w:rsidRPr="002F3B2D">
        <w:rPr>
          <w:b/>
        </w:rPr>
        <w:t xml:space="preserve">C2     </w:t>
      </w:r>
      <w:r w:rsidR="00AD0012" w:rsidRPr="002F3B2D">
        <w:rPr>
          <w:b/>
        </w:rPr>
        <w:t xml:space="preserve"> </w:t>
      </w:r>
      <w:r w:rsidRPr="002F3B2D">
        <w:rPr>
          <w:b/>
        </w:rPr>
        <w:t xml:space="preserve">Am   </w:t>
      </w:r>
      <w:r w:rsidR="00B1024D" w:rsidRPr="002F3B2D">
        <w:rPr>
          <w:b/>
        </w:rPr>
        <w:t>D</w:t>
      </w:r>
      <w:r w:rsidR="00474633" w:rsidRPr="002F3B2D">
        <w:rPr>
          <w:b/>
        </w:rPr>
        <w:t>sus D</w:t>
      </w:r>
    </w:p>
    <w:p w:rsidR="00B1024D" w:rsidRPr="002F3B2D" w:rsidRDefault="008F4226" w:rsidP="00CE7172">
      <w:r w:rsidRPr="002F3B2D">
        <w:t>Be a M</w:t>
      </w:r>
      <w:r w:rsidR="005D0A4B" w:rsidRPr="002F3B2D">
        <w:t>essen</w:t>
      </w:r>
      <w:r w:rsidRPr="002F3B2D">
        <w:t>ger</w:t>
      </w:r>
      <w:r w:rsidR="005D0A4B" w:rsidRPr="002F3B2D">
        <w:t xml:space="preserve"> of </w:t>
      </w:r>
      <w:r w:rsidR="00AD0012" w:rsidRPr="002F3B2D">
        <w:t xml:space="preserve">- </w:t>
      </w:r>
      <w:r w:rsidR="005D0A4B" w:rsidRPr="002F3B2D">
        <w:t>God above</w:t>
      </w:r>
    </w:p>
    <w:p w:rsidR="005D0A4B" w:rsidRPr="002F3B2D" w:rsidRDefault="00B1024D" w:rsidP="00CE7172">
      <w:pPr>
        <w:rPr>
          <w:b/>
        </w:rPr>
      </w:pPr>
      <w:r w:rsidRPr="002F3B2D">
        <w:t xml:space="preserve"> </w:t>
      </w:r>
      <w:r w:rsidR="00E42B02" w:rsidRPr="002F3B2D">
        <w:t xml:space="preserve">             </w:t>
      </w:r>
      <w:r w:rsidR="00A76BDF" w:rsidRPr="002F3B2D">
        <w:t xml:space="preserve">  </w:t>
      </w:r>
      <w:r w:rsidR="00E42B02" w:rsidRPr="002F3B2D">
        <w:rPr>
          <w:b/>
        </w:rPr>
        <w:t xml:space="preserve">G             </w:t>
      </w:r>
      <w:r w:rsidR="00A76BDF" w:rsidRPr="002F3B2D">
        <w:rPr>
          <w:b/>
        </w:rPr>
        <w:t xml:space="preserve">   </w:t>
      </w:r>
      <w:r w:rsidRPr="002F3B2D">
        <w:rPr>
          <w:b/>
        </w:rPr>
        <w:t xml:space="preserve">Am     C2        </w:t>
      </w:r>
      <w:r w:rsidR="005E19B8" w:rsidRPr="002F3B2D">
        <w:rPr>
          <w:b/>
        </w:rPr>
        <w:t xml:space="preserve"> </w:t>
      </w:r>
      <w:r w:rsidRPr="002F3B2D">
        <w:rPr>
          <w:b/>
        </w:rPr>
        <w:t>D</w:t>
      </w:r>
      <w:r w:rsidR="00474633" w:rsidRPr="002F3B2D">
        <w:rPr>
          <w:b/>
        </w:rPr>
        <w:t>sus D</w:t>
      </w:r>
    </w:p>
    <w:p w:rsidR="00B1024D" w:rsidRPr="002F3B2D" w:rsidRDefault="005D0A4B" w:rsidP="005D0A4B">
      <w:r w:rsidRPr="002F3B2D">
        <w:t>With the message of re</w:t>
      </w:r>
      <w:r w:rsidR="00AD0012" w:rsidRPr="002F3B2D">
        <w:t xml:space="preserve"> - </w:t>
      </w:r>
      <w:r w:rsidRPr="002F3B2D">
        <w:t>deeming love</w:t>
      </w:r>
    </w:p>
    <w:p w:rsidR="00CE7172" w:rsidRPr="002F3B2D" w:rsidRDefault="00FA1835" w:rsidP="005D0A4B">
      <w:pPr>
        <w:rPr>
          <w:b/>
        </w:rPr>
      </w:pPr>
      <w:r w:rsidRPr="002F3B2D">
        <w:rPr>
          <w:b/>
        </w:rPr>
        <w:t xml:space="preserve">                  G           </w:t>
      </w:r>
      <w:r w:rsidR="00A76BDF" w:rsidRPr="002F3B2D">
        <w:rPr>
          <w:b/>
        </w:rPr>
        <w:t xml:space="preserve">  </w:t>
      </w:r>
      <w:r w:rsidRPr="002F3B2D">
        <w:rPr>
          <w:b/>
        </w:rPr>
        <w:t xml:space="preserve"> </w:t>
      </w:r>
      <w:r w:rsidR="00B1024D" w:rsidRPr="002F3B2D">
        <w:rPr>
          <w:b/>
        </w:rPr>
        <w:t xml:space="preserve">Am     </w:t>
      </w:r>
      <w:r w:rsidR="00215D9E" w:rsidRPr="002F3B2D">
        <w:rPr>
          <w:b/>
        </w:rPr>
        <w:t xml:space="preserve"> </w:t>
      </w:r>
      <w:r w:rsidR="00AD0012" w:rsidRPr="002F3B2D">
        <w:rPr>
          <w:b/>
        </w:rPr>
        <w:t xml:space="preserve"> </w:t>
      </w:r>
      <w:r w:rsidR="00A76BDF" w:rsidRPr="002F3B2D">
        <w:rPr>
          <w:b/>
        </w:rPr>
        <w:t xml:space="preserve">  </w:t>
      </w:r>
      <w:r w:rsidR="00AD0012" w:rsidRPr="002F3B2D">
        <w:rPr>
          <w:b/>
        </w:rPr>
        <w:t xml:space="preserve"> </w:t>
      </w:r>
      <w:r w:rsidR="00215D9E" w:rsidRPr="002F3B2D">
        <w:rPr>
          <w:b/>
        </w:rPr>
        <w:t>C</w:t>
      </w:r>
      <w:r w:rsidR="00563C6E" w:rsidRPr="002F3B2D">
        <w:rPr>
          <w:b/>
        </w:rPr>
        <w:t>2</w:t>
      </w:r>
      <w:r w:rsidR="00215D9E" w:rsidRPr="002F3B2D">
        <w:rPr>
          <w:b/>
        </w:rPr>
        <w:t xml:space="preserve">     </w:t>
      </w:r>
      <w:r w:rsidR="00563C6E" w:rsidRPr="002F3B2D">
        <w:rPr>
          <w:b/>
        </w:rPr>
        <w:t xml:space="preserve">    </w:t>
      </w:r>
      <w:r w:rsidR="00A76BDF" w:rsidRPr="002F3B2D">
        <w:rPr>
          <w:b/>
        </w:rPr>
        <w:t xml:space="preserve">  </w:t>
      </w:r>
      <w:proofErr w:type="gramStart"/>
      <w:r w:rsidR="00563C6E" w:rsidRPr="002F3B2D">
        <w:rPr>
          <w:b/>
        </w:rPr>
        <w:t>Dsus  D</w:t>
      </w:r>
      <w:proofErr w:type="gramEnd"/>
      <w:r w:rsidR="00563C6E" w:rsidRPr="002F3B2D">
        <w:rPr>
          <w:b/>
        </w:rPr>
        <w:t xml:space="preserve">  C</w:t>
      </w:r>
      <w:r w:rsidR="005E19B8" w:rsidRPr="002F3B2D">
        <w:rPr>
          <w:b/>
        </w:rPr>
        <w:t xml:space="preserve">    C/D  D</w:t>
      </w:r>
      <w:r w:rsidR="00563C6E" w:rsidRPr="002F3B2D">
        <w:rPr>
          <w:b/>
        </w:rPr>
        <w:t xml:space="preserve">    </w:t>
      </w:r>
      <w:r w:rsidR="00B1024D" w:rsidRPr="002F3B2D">
        <w:rPr>
          <w:b/>
        </w:rPr>
        <w:t xml:space="preserve">  </w:t>
      </w:r>
    </w:p>
    <w:p w:rsidR="006F1BD4" w:rsidRPr="002F3B2D" w:rsidRDefault="00BA4739" w:rsidP="005D0A4B">
      <w:r w:rsidRPr="002F3B2D">
        <w:t xml:space="preserve">Spread the message </w:t>
      </w:r>
      <w:proofErr w:type="gramStart"/>
      <w:r w:rsidRPr="002F3B2D">
        <w:t>of</w:t>
      </w:r>
      <w:r w:rsidR="00FA1835" w:rsidRPr="002F3B2D">
        <w:t xml:space="preserve"> </w:t>
      </w:r>
      <w:r w:rsidR="005E19B8" w:rsidRPr="002F3B2D">
        <w:t xml:space="preserve"> </w:t>
      </w:r>
      <w:r w:rsidRPr="002F3B2D">
        <w:t>the</w:t>
      </w:r>
      <w:proofErr w:type="gramEnd"/>
      <w:r w:rsidRPr="002F3B2D">
        <w:t xml:space="preserve"> </w:t>
      </w:r>
      <w:r w:rsidR="00AD0012" w:rsidRPr="002F3B2D">
        <w:t xml:space="preserve">- </w:t>
      </w:r>
      <w:r w:rsidRPr="002F3B2D">
        <w:t>One True L</w:t>
      </w:r>
      <w:r w:rsidR="005D0A4B" w:rsidRPr="002F3B2D">
        <w:t>iving God</w:t>
      </w:r>
    </w:p>
    <w:p w:rsidR="006F1BD4" w:rsidRPr="002F3B2D" w:rsidRDefault="006F1BD4" w:rsidP="005D0A4B"/>
    <w:p w:rsidR="00B1024D" w:rsidRPr="002F3B2D" w:rsidRDefault="00563C6E" w:rsidP="00CE7172">
      <w:pPr>
        <w:outlineLvl w:val="0"/>
        <w:rPr>
          <w:b/>
        </w:rPr>
      </w:pPr>
      <w:r w:rsidRPr="002F3B2D">
        <w:rPr>
          <w:b/>
        </w:rPr>
        <w:t>Coda-end</w:t>
      </w:r>
    </w:p>
    <w:p w:rsidR="00CE7172" w:rsidRPr="002F3B2D" w:rsidRDefault="00B1024D" w:rsidP="00CE7172">
      <w:pPr>
        <w:outlineLvl w:val="0"/>
        <w:rPr>
          <w:b/>
        </w:rPr>
      </w:pPr>
      <w:r w:rsidRPr="002F3B2D">
        <w:rPr>
          <w:b/>
          <w:i/>
        </w:rPr>
        <w:t xml:space="preserve">                    </w:t>
      </w:r>
      <w:r w:rsidRPr="002F3B2D">
        <w:rPr>
          <w:b/>
        </w:rPr>
        <w:t xml:space="preserve">G        </w:t>
      </w:r>
      <w:r w:rsidR="00474633" w:rsidRPr="002F3B2D">
        <w:rPr>
          <w:b/>
        </w:rPr>
        <w:t xml:space="preserve">  </w:t>
      </w:r>
      <w:r w:rsidR="00A76BDF" w:rsidRPr="002F3B2D">
        <w:rPr>
          <w:b/>
        </w:rPr>
        <w:t xml:space="preserve">   </w:t>
      </w:r>
      <w:r w:rsidR="00DE2AB7" w:rsidRPr="002F3B2D">
        <w:rPr>
          <w:b/>
        </w:rPr>
        <w:t>Am</w:t>
      </w:r>
      <w:r w:rsidRPr="002F3B2D">
        <w:rPr>
          <w:b/>
        </w:rPr>
        <w:t xml:space="preserve">      </w:t>
      </w:r>
      <w:r w:rsidR="00A76BDF" w:rsidRPr="002F3B2D">
        <w:rPr>
          <w:b/>
        </w:rPr>
        <w:t xml:space="preserve">  </w:t>
      </w:r>
      <w:r w:rsidR="008B2EE2" w:rsidRPr="002F3B2D">
        <w:rPr>
          <w:b/>
        </w:rPr>
        <w:t xml:space="preserve"> </w:t>
      </w:r>
      <w:r w:rsidRPr="002F3B2D">
        <w:rPr>
          <w:b/>
        </w:rPr>
        <w:t xml:space="preserve">C   </w:t>
      </w:r>
      <w:r w:rsidR="00474633" w:rsidRPr="002F3B2D">
        <w:rPr>
          <w:b/>
        </w:rPr>
        <w:t xml:space="preserve">  </w:t>
      </w:r>
      <w:r w:rsidR="00291F87" w:rsidRPr="002F3B2D">
        <w:rPr>
          <w:b/>
        </w:rPr>
        <w:t xml:space="preserve">    </w:t>
      </w:r>
      <w:r w:rsidR="00A76BDF" w:rsidRPr="002F3B2D">
        <w:rPr>
          <w:b/>
        </w:rPr>
        <w:t xml:space="preserve">    </w:t>
      </w:r>
      <w:r w:rsidR="00474633" w:rsidRPr="002F3B2D">
        <w:rPr>
          <w:b/>
        </w:rPr>
        <w:t xml:space="preserve">Dsus  </w:t>
      </w:r>
      <w:r w:rsidR="003E0392" w:rsidRPr="002F3B2D">
        <w:rPr>
          <w:b/>
        </w:rPr>
        <w:t xml:space="preserve"> </w:t>
      </w:r>
      <w:r w:rsidR="00563C6E" w:rsidRPr="002F3B2D">
        <w:rPr>
          <w:b/>
        </w:rPr>
        <w:t xml:space="preserve">D    </w:t>
      </w:r>
      <w:r w:rsidR="00BE18D3" w:rsidRPr="002F3B2D">
        <w:rPr>
          <w:b/>
        </w:rPr>
        <w:t>C</w:t>
      </w:r>
      <w:r w:rsidR="00291F87" w:rsidRPr="002F3B2D">
        <w:rPr>
          <w:b/>
        </w:rPr>
        <w:t xml:space="preserve">    </w:t>
      </w:r>
      <w:r w:rsidR="00806705" w:rsidRPr="002F3B2D">
        <w:rPr>
          <w:b/>
        </w:rPr>
        <w:t xml:space="preserve">      </w:t>
      </w:r>
      <w:r w:rsidR="00BE18D3" w:rsidRPr="002F3B2D">
        <w:rPr>
          <w:b/>
        </w:rPr>
        <w:t xml:space="preserve">       </w:t>
      </w:r>
    </w:p>
    <w:p w:rsidR="00563C6E" w:rsidRPr="002F3B2D" w:rsidRDefault="00CE7172" w:rsidP="00563C6E">
      <w:pPr>
        <w:rPr>
          <w:b/>
          <w:i/>
        </w:rPr>
      </w:pPr>
      <w:r w:rsidRPr="002F3B2D">
        <w:t>Spread</w:t>
      </w:r>
      <w:r w:rsidR="000E0396" w:rsidRPr="002F3B2D">
        <w:t xml:space="preserve"> the</w:t>
      </w:r>
      <w:r w:rsidR="00291F87" w:rsidRPr="002F3B2D">
        <w:t xml:space="preserve"> m</w:t>
      </w:r>
      <w:r w:rsidR="00B1024D" w:rsidRPr="002F3B2D">
        <w:t>essage</w:t>
      </w:r>
      <w:r w:rsidR="00BA4739" w:rsidRPr="002F3B2D">
        <w:t xml:space="preserve"> </w:t>
      </w:r>
      <w:r w:rsidR="006F1BD4" w:rsidRPr="002F3B2D">
        <w:t>of the</w:t>
      </w:r>
      <w:r w:rsidR="003E0392" w:rsidRPr="002F3B2D">
        <w:t xml:space="preserve"> </w:t>
      </w:r>
      <w:r w:rsidR="00474633" w:rsidRPr="002F3B2D">
        <w:t>-</w:t>
      </w:r>
      <w:r w:rsidR="00917479" w:rsidRPr="002F3B2D">
        <w:t xml:space="preserve"> </w:t>
      </w:r>
      <w:r w:rsidR="00A76BDF" w:rsidRPr="002F3B2D">
        <w:t>O</w:t>
      </w:r>
      <w:r w:rsidR="00E52BFC" w:rsidRPr="002F3B2D">
        <w:t xml:space="preserve">ne </w:t>
      </w:r>
      <w:r w:rsidR="00A76BDF" w:rsidRPr="002F3B2D">
        <w:t>T</w:t>
      </w:r>
      <w:r w:rsidR="00474633" w:rsidRPr="002F3B2D">
        <w:t xml:space="preserve">rue </w:t>
      </w:r>
      <w:r w:rsidR="00A76BDF" w:rsidRPr="002F3B2D">
        <w:t>L</w:t>
      </w:r>
      <w:r w:rsidR="006F1BD4" w:rsidRPr="002F3B2D">
        <w:t>iv</w:t>
      </w:r>
      <w:r w:rsidR="00563C6E" w:rsidRPr="002F3B2D">
        <w:t xml:space="preserve"> - </w:t>
      </w:r>
      <w:proofErr w:type="gramStart"/>
      <w:r w:rsidR="006F1BD4" w:rsidRPr="002F3B2D">
        <w:t xml:space="preserve">ing </w:t>
      </w:r>
      <w:r w:rsidR="00563C6E" w:rsidRPr="002F3B2D">
        <w:t xml:space="preserve"> </w:t>
      </w:r>
      <w:r w:rsidR="006F1BD4" w:rsidRPr="002F3B2D">
        <w:t>God</w:t>
      </w:r>
      <w:proofErr w:type="gramEnd"/>
      <w:r w:rsidR="00563C6E" w:rsidRPr="002F3B2D">
        <w:t xml:space="preserve">    </w:t>
      </w:r>
    </w:p>
    <w:p w:rsidR="00BE18D3" w:rsidRPr="002F3B2D" w:rsidRDefault="00BE18D3" w:rsidP="00CE7172">
      <w:pPr>
        <w:outlineLvl w:val="0"/>
      </w:pPr>
    </w:p>
    <w:p w:rsidR="00BE18D3" w:rsidRPr="002F3B2D" w:rsidRDefault="00BE18D3" w:rsidP="00CE7172">
      <w:pPr>
        <w:outlineLvl w:val="0"/>
      </w:pPr>
    </w:p>
    <w:p w:rsidR="00BE18D3" w:rsidRPr="002F3B2D" w:rsidRDefault="00BE18D3" w:rsidP="00CE7172">
      <w:pPr>
        <w:outlineLvl w:val="0"/>
        <w:rPr>
          <w:b/>
        </w:rPr>
      </w:pPr>
      <w:r w:rsidRPr="002F3B2D">
        <w:rPr>
          <w:b/>
        </w:rPr>
        <w:t>End</w:t>
      </w:r>
      <w:r w:rsidR="009704A1" w:rsidRPr="002F3B2D">
        <w:rPr>
          <w:b/>
        </w:rPr>
        <w:t>ing</w:t>
      </w:r>
    </w:p>
    <w:p w:rsidR="0059402C" w:rsidRPr="002F3B2D" w:rsidRDefault="00BE18D3" w:rsidP="00CE7172">
      <w:pPr>
        <w:outlineLvl w:val="0"/>
        <w:rPr>
          <w:b/>
          <w:i/>
        </w:rPr>
      </w:pPr>
      <w:r w:rsidRPr="002F3B2D">
        <w:rPr>
          <w:b/>
        </w:rPr>
        <w:t>G</w:t>
      </w:r>
      <w:r w:rsidR="00BD14F4" w:rsidRPr="002F3B2D">
        <w:rPr>
          <w:b/>
        </w:rPr>
        <w:t xml:space="preserve">        </w:t>
      </w:r>
      <w:r w:rsidRPr="002F3B2D">
        <w:rPr>
          <w:b/>
        </w:rPr>
        <w:t>C</w:t>
      </w:r>
      <w:r w:rsidR="00836EA7" w:rsidRPr="002F3B2D">
        <w:rPr>
          <w:b/>
        </w:rPr>
        <w:t>2</w:t>
      </w:r>
      <w:r w:rsidR="00BD14F4" w:rsidRPr="002F3B2D">
        <w:rPr>
          <w:b/>
        </w:rPr>
        <w:t xml:space="preserve">        </w:t>
      </w:r>
      <w:r w:rsidRPr="002F3B2D">
        <w:rPr>
          <w:b/>
        </w:rPr>
        <w:t>G</w:t>
      </w:r>
      <w:r w:rsidR="00BD14F4" w:rsidRPr="002F3B2D">
        <w:rPr>
          <w:b/>
        </w:rPr>
        <w:t xml:space="preserve">        </w:t>
      </w:r>
      <w:r w:rsidR="00DE2AB7" w:rsidRPr="002F3B2D">
        <w:rPr>
          <w:b/>
        </w:rPr>
        <w:t>C</w:t>
      </w:r>
      <w:r w:rsidR="00836EA7" w:rsidRPr="002F3B2D">
        <w:rPr>
          <w:b/>
        </w:rPr>
        <w:t>2</w:t>
      </w:r>
      <w:r w:rsidR="00BD14F4" w:rsidRPr="002F3B2D">
        <w:rPr>
          <w:b/>
        </w:rPr>
        <w:t xml:space="preserve">        </w:t>
      </w:r>
      <w:r w:rsidR="0040211E" w:rsidRPr="002F3B2D">
        <w:rPr>
          <w:b/>
        </w:rPr>
        <w:t>G</w:t>
      </w:r>
    </w:p>
    <w:p w:rsidR="0059402C" w:rsidRPr="002F3B2D" w:rsidRDefault="00426252" w:rsidP="005D0A4B">
      <w:r w:rsidRPr="002F3B2D">
        <w:t xml:space="preserve">      </w:t>
      </w:r>
      <w:r w:rsidR="00231CC4" w:rsidRPr="002F3B2D">
        <w:t xml:space="preserve">     Ooh</w:t>
      </w:r>
      <w:r w:rsidR="00AF6984" w:rsidRPr="002F3B2D">
        <w:t xml:space="preserve">      </w:t>
      </w:r>
      <w:r w:rsidR="00231CC4" w:rsidRPr="002F3B2D">
        <w:t>ah</w:t>
      </w:r>
      <w:r w:rsidR="00AF6984" w:rsidRPr="002F3B2D">
        <w:t xml:space="preserve">       ooh</w:t>
      </w:r>
      <w:r w:rsidR="00A76BDF" w:rsidRPr="002F3B2D">
        <w:t xml:space="preserve">      </w:t>
      </w:r>
      <w:r w:rsidR="00487832" w:rsidRPr="002F3B2D">
        <w:t>yea</w:t>
      </w:r>
    </w:p>
    <w:p w:rsidR="0059402C" w:rsidRPr="002F3B2D" w:rsidRDefault="0059402C" w:rsidP="005D0A4B"/>
    <w:p w:rsidR="0059402C" w:rsidRPr="002F3B2D" w:rsidRDefault="0059402C" w:rsidP="005D0A4B"/>
    <w:p w:rsidR="0059402C" w:rsidRPr="002F3B2D" w:rsidRDefault="0059402C" w:rsidP="005D0A4B"/>
    <w:p w:rsidR="0059402C" w:rsidRPr="002F3B2D" w:rsidRDefault="0059402C" w:rsidP="005D0A4B"/>
    <w:p w:rsidR="0059402C" w:rsidRPr="002F3B2D" w:rsidRDefault="0059402C" w:rsidP="005D0A4B"/>
    <w:p w:rsidR="00291F87" w:rsidRPr="002F3B2D" w:rsidRDefault="00291F87" w:rsidP="005252B3"/>
    <w:p w:rsidR="005252B3" w:rsidRPr="002F3B2D" w:rsidRDefault="005252B3" w:rsidP="005252B3">
      <w:pPr>
        <w:rPr>
          <w:sz w:val="22"/>
        </w:rPr>
      </w:pPr>
      <w:r w:rsidRPr="002F3B2D">
        <w:rPr>
          <w:sz w:val="22"/>
        </w:rPr>
        <w:t>© 1985 Meadowgreen Music Co./ASCAP</w:t>
      </w:r>
    </w:p>
    <w:p w:rsidR="005252B3" w:rsidRPr="002F3B2D" w:rsidRDefault="005252B3" w:rsidP="005252B3">
      <w:pPr>
        <w:rPr>
          <w:color w:val="0000FF"/>
          <w:sz w:val="22"/>
        </w:rPr>
      </w:pPr>
      <w:r w:rsidRPr="002F3B2D">
        <w:rPr>
          <w:color w:val="0000FF"/>
          <w:sz w:val="22"/>
        </w:rPr>
        <w:t>CCLI #6635017</w:t>
      </w:r>
    </w:p>
    <w:p w:rsidR="005252B3" w:rsidRPr="002F3B2D" w:rsidRDefault="005252B3" w:rsidP="005252B3">
      <w:pPr>
        <w:rPr>
          <w:sz w:val="22"/>
        </w:rPr>
      </w:pPr>
      <w:r w:rsidRPr="002F3B2D">
        <w:rPr>
          <w:sz w:val="22"/>
        </w:rPr>
        <w:t xml:space="preserve">                                          </w:t>
      </w:r>
    </w:p>
    <w:p w:rsidR="005252B3" w:rsidRPr="002F3B2D" w:rsidRDefault="005252B3" w:rsidP="005252B3">
      <w:pPr>
        <w:rPr>
          <w:sz w:val="22"/>
        </w:rPr>
      </w:pPr>
    </w:p>
    <w:p w:rsidR="005C1107" w:rsidRPr="002F3B2D" w:rsidRDefault="005C1107" w:rsidP="005C1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3D8C" w:rsidRPr="002F3B2D" w:rsidRDefault="008E3D8C" w:rsidP="005C1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3D8C" w:rsidRPr="002F3B2D" w:rsidRDefault="008E3D8C" w:rsidP="005C1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E3D8C" w:rsidRPr="002F3B2D" w:rsidRDefault="008E3D8C" w:rsidP="005C1107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3D28EC" w:rsidRPr="002F3B2D" w:rsidRDefault="003D28EC" w:rsidP="005D0A4B">
      <w:pPr>
        <w:rPr>
          <w:sz w:val="22"/>
        </w:rPr>
      </w:pPr>
    </w:p>
    <w:p w:rsidR="003D28EC" w:rsidRPr="002F3B2D" w:rsidRDefault="003D28EC" w:rsidP="005D0A4B">
      <w:pPr>
        <w:rPr>
          <w:sz w:val="22"/>
        </w:rPr>
      </w:pPr>
    </w:p>
    <w:p w:rsidR="0059402C" w:rsidRPr="002F3B2D" w:rsidRDefault="0059402C" w:rsidP="005D0A4B">
      <w:pPr>
        <w:rPr>
          <w:sz w:val="22"/>
        </w:rPr>
      </w:pPr>
    </w:p>
    <w:p w:rsidR="0059402C" w:rsidRPr="002F3B2D" w:rsidRDefault="0059402C" w:rsidP="005D0A4B"/>
    <w:p w:rsidR="00C46FAB" w:rsidRPr="002F3B2D" w:rsidRDefault="00F24AB8" w:rsidP="00C46FAB">
      <w:pPr>
        <w:rPr>
          <w:b/>
          <w:sz w:val="18"/>
          <w:szCs w:val="18"/>
        </w:rPr>
      </w:pPr>
      <w:r w:rsidRPr="002F3B2D">
        <w:rPr>
          <w:sz w:val="20"/>
          <w:szCs w:val="18"/>
        </w:rPr>
        <w:t xml:space="preserve">                      </w:t>
      </w:r>
      <w:r w:rsidR="000608B5" w:rsidRPr="002F3B2D">
        <w:rPr>
          <w:sz w:val="20"/>
          <w:szCs w:val="18"/>
        </w:rPr>
        <w:t xml:space="preserve">                   </w:t>
      </w:r>
      <w:r w:rsidR="00C46FAB" w:rsidRPr="002F3B2D">
        <w:rPr>
          <w:sz w:val="20"/>
          <w:szCs w:val="18"/>
        </w:rPr>
        <w:t xml:space="preserve"> </w:t>
      </w:r>
    </w:p>
    <w:p w:rsidR="00E52BFC" w:rsidRPr="002F3B2D" w:rsidRDefault="00E52BFC" w:rsidP="005D0A4B"/>
    <w:p w:rsidR="00CB714E" w:rsidRPr="002F3B2D" w:rsidRDefault="003A0450" w:rsidP="00CB714E">
      <w:pPr>
        <w:rPr>
          <w:b/>
          <w:sz w:val="18"/>
          <w:szCs w:val="18"/>
        </w:rPr>
      </w:pPr>
      <w:r w:rsidRPr="002F3B2D">
        <w:t xml:space="preserve"> </w:t>
      </w: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CB714E" w:rsidRPr="002F3B2D" w:rsidRDefault="00CB714E" w:rsidP="00CB714E">
      <w:pPr>
        <w:rPr>
          <w:b/>
          <w:sz w:val="18"/>
          <w:szCs w:val="18"/>
        </w:rPr>
      </w:pPr>
    </w:p>
    <w:p w:rsidR="0084126F" w:rsidRPr="002F3B2D" w:rsidRDefault="0084126F" w:rsidP="00CB714E">
      <w:pPr>
        <w:rPr>
          <w:b/>
          <w:sz w:val="18"/>
          <w:szCs w:val="18"/>
        </w:rPr>
      </w:pPr>
    </w:p>
    <w:sectPr w:rsidR="0084126F" w:rsidRPr="002F3B2D" w:rsidSect="00974519"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35A7" w:rsidRDefault="001E35A7">
      <w:r>
        <w:separator/>
      </w:r>
    </w:p>
  </w:endnote>
  <w:endnote w:type="continuationSeparator" w:id="0">
    <w:p w:rsidR="001E35A7" w:rsidRDefault="001E3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35A7" w:rsidRDefault="001E35A7">
      <w:r>
        <w:separator/>
      </w:r>
    </w:p>
  </w:footnote>
  <w:footnote w:type="continuationSeparator" w:id="0">
    <w:p w:rsidR="001E35A7" w:rsidRDefault="001E35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E00"/>
    <w:rsid w:val="0000020B"/>
    <w:rsid w:val="00003D5A"/>
    <w:rsid w:val="0000778B"/>
    <w:rsid w:val="00041123"/>
    <w:rsid w:val="00045BA2"/>
    <w:rsid w:val="000605B1"/>
    <w:rsid w:val="000608B5"/>
    <w:rsid w:val="00063886"/>
    <w:rsid w:val="0009425A"/>
    <w:rsid w:val="000973B8"/>
    <w:rsid w:val="000A581D"/>
    <w:rsid w:val="000A7D3F"/>
    <w:rsid w:val="000B3DFA"/>
    <w:rsid w:val="000B57E1"/>
    <w:rsid w:val="000B5D79"/>
    <w:rsid w:val="000B60F0"/>
    <w:rsid w:val="000D1BEC"/>
    <w:rsid w:val="000D7807"/>
    <w:rsid w:val="000E0396"/>
    <w:rsid w:val="001013F3"/>
    <w:rsid w:val="0010749D"/>
    <w:rsid w:val="00111B2A"/>
    <w:rsid w:val="001123CB"/>
    <w:rsid w:val="00123D1D"/>
    <w:rsid w:val="0013093F"/>
    <w:rsid w:val="00131865"/>
    <w:rsid w:val="00132733"/>
    <w:rsid w:val="001544B3"/>
    <w:rsid w:val="00157FB7"/>
    <w:rsid w:val="00183DDA"/>
    <w:rsid w:val="00186BAB"/>
    <w:rsid w:val="001A62B5"/>
    <w:rsid w:val="001B111C"/>
    <w:rsid w:val="001B233E"/>
    <w:rsid w:val="001B406B"/>
    <w:rsid w:val="001C77D7"/>
    <w:rsid w:val="001D5448"/>
    <w:rsid w:val="001E35A7"/>
    <w:rsid w:val="001E79C6"/>
    <w:rsid w:val="001F294E"/>
    <w:rsid w:val="00205DA9"/>
    <w:rsid w:val="00206A55"/>
    <w:rsid w:val="00215D9E"/>
    <w:rsid w:val="00223F94"/>
    <w:rsid w:val="00231CC4"/>
    <w:rsid w:val="0023779E"/>
    <w:rsid w:val="00244D40"/>
    <w:rsid w:val="00257D88"/>
    <w:rsid w:val="0027442B"/>
    <w:rsid w:val="00274A8A"/>
    <w:rsid w:val="00285EE6"/>
    <w:rsid w:val="00291F87"/>
    <w:rsid w:val="002A0875"/>
    <w:rsid w:val="002A6354"/>
    <w:rsid w:val="002B011C"/>
    <w:rsid w:val="002B194A"/>
    <w:rsid w:val="002B5D26"/>
    <w:rsid w:val="002C1F7A"/>
    <w:rsid w:val="002C2873"/>
    <w:rsid w:val="002D1ADF"/>
    <w:rsid w:val="002F19BB"/>
    <w:rsid w:val="002F2415"/>
    <w:rsid w:val="002F39F2"/>
    <w:rsid w:val="002F3B2D"/>
    <w:rsid w:val="00300051"/>
    <w:rsid w:val="003011CF"/>
    <w:rsid w:val="00307B42"/>
    <w:rsid w:val="003278C0"/>
    <w:rsid w:val="00332103"/>
    <w:rsid w:val="003358CA"/>
    <w:rsid w:val="00341A7C"/>
    <w:rsid w:val="00344358"/>
    <w:rsid w:val="003608B3"/>
    <w:rsid w:val="00360BC0"/>
    <w:rsid w:val="00361E11"/>
    <w:rsid w:val="00366873"/>
    <w:rsid w:val="0038075C"/>
    <w:rsid w:val="003909C1"/>
    <w:rsid w:val="00396C36"/>
    <w:rsid w:val="003A040D"/>
    <w:rsid w:val="003A0450"/>
    <w:rsid w:val="003B1343"/>
    <w:rsid w:val="003B356F"/>
    <w:rsid w:val="003B6DB3"/>
    <w:rsid w:val="003B7C9B"/>
    <w:rsid w:val="003C5A31"/>
    <w:rsid w:val="003C7996"/>
    <w:rsid w:val="003D04C2"/>
    <w:rsid w:val="003D0858"/>
    <w:rsid w:val="003D28EC"/>
    <w:rsid w:val="003D6C65"/>
    <w:rsid w:val="003D78DF"/>
    <w:rsid w:val="003E0392"/>
    <w:rsid w:val="003E2BC4"/>
    <w:rsid w:val="003F520C"/>
    <w:rsid w:val="003F5CE2"/>
    <w:rsid w:val="0040211E"/>
    <w:rsid w:val="00426252"/>
    <w:rsid w:val="00435CFC"/>
    <w:rsid w:val="00437B90"/>
    <w:rsid w:val="0044075F"/>
    <w:rsid w:val="0044250B"/>
    <w:rsid w:val="00442A74"/>
    <w:rsid w:val="00442AE8"/>
    <w:rsid w:val="00467DCB"/>
    <w:rsid w:val="00474633"/>
    <w:rsid w:val="00487832"/>
    <w:rsid w:val="0049475E"/>
    <w:rsid w:val="004972A9"/>
    <w:rsid w:val="004A55E9"/>
    <w:rsid w:val="004A570A"/>
    <w:rsid w:val="004A66EB"/>
    <w:rsid w:val="004C58E5"/>
    <w:rsid w:val="004D06F9"/>
    <w:rsid w:val="004E2574"/>
    <w:rsid w:val="004E342E"/>
    <w:rsid w:val="004E7360"/>
    <w:rsid w:val="004F3879"/>
    <w:rsid w:val="004F3C69"/>
    <w:rsid w:val="005037F3"/>
    <w:rsid w:val="00513C1A"/>
    <w:rsid w:val="005252B3"/>
    <w:rsid w:val="00527AA0"/>
    <w:rsid w:val="00527F37"/>
    <w:rsid w:val="00536807"/>
    <w:rsid w:val="00552E70"/>
    <w:rsid w:val="00563C6E"/>
    <w:rsid w:val="005641A5"/>
    <w:rsid w:val="00580A9F"/>
    <w:rsid w:val="00584BBB"/>
    <w:rsid w:val="005871A0"/>
    <w:rsid w:val="0059402C"/>
    <w:rsid w:val="005A21AE"/>
    <w:rsid w:val="005B2647"/>
    <w:rsid w:val="005B55D0"/>
    <w:rsid w:val="005C075C"/>
    <w:rsid w:val="005C1107"/>
    <w:rsid w:val="005C6B54"/>
    <w:rsid w:val="005D0A4B"/>
    <w:rsid w:val="005D16B5"/>
    <w:rsid w:val="005D445B"/>
    <w:rsid w:val="005E19B8"/>
    <w:rsid w:val="005E2CEA"/>
    <w:rsid w:val="005E6D6E"/>
    <w:rsid w:val="005F5CD7"/>
    <w:rsid w:val="0061287F"/>
    <w:rsid w:val="00613DBC"/>
    <w:rsid w:val="00613FA1"/>
    <w:rsid w:val="00621E58"/>
    <w:rsid w:val="006407BA"/>
    <w:rsid w:val="00640CFF"/>
    <w:rsid w:val="006423E6"/>
    <w:rsid w:val="0064556C"/>
    <w:rsid w:val="006576BA"/>
    <w:rsid w:val="00664347"/>
    <w:rsid w:val="0068444D"/>
    <w:rsid w:val="006903BD"/>
    <w:rsid w:val="00693410"/>
    <w:rsid w:val="006C2FBA"/>
    <w:rsid w:val="006C703E"/>
    <w:rsid w:val="006E5AF2"/>
    <w:rsid w:val="006E6EF9"/>
    <w:rsid w:val="006F1BD4"/>
    <w:rsid w:val="006F54A9"/>
    <w:rsid w:val="006F6846"/>
    <w:rsid w:val="006F693B"/>
    <w:rsid w:val="00702652"/>
    <w:rsid w:val="00710207"/>
    <w:rsid w:val="00714F58"/>
    <w:rsid w:val="007279F5"/>
    <w:rsid w:val="00731948"/>
    <w:rsid w:val="00746877"/>
    <w:rsid w:val="00763821"/>
    <w:rsid w:val="00764C50"/>
    <w:rsid w:val="00771F94"/>
    <w:rsid w:val="00774D51"/>
    <w:rsid w:val="00774E46"/>
    <w:rsid w:val="00775238"/>
    <w:rsid w:val="00777F19"/>
    <w:rsid w:val="00785544"/>
    <w:rsid w:val="00791EDD"/>
    <w:rsid w:val="00793B29"/>
    <w:rsid w:val="007A61B8"/>
    <w:rsid w:val="007C7D2A"/>
    <w:rsid w:val="007F6D9D"/>
    <w:rsid w:val="00806705"/>
    <w:rsid w:val="00811DF4"/>
    <w:rsid w:val="00821E00"/>
    <w:rsid w:val="0082341A"/>
    <w:rsid w:val="00825600"/>
    <w:rsid w:val="008347E3"/>
    <w:rsid w:val="00836EA7"/>
    <w:rsid w:val="0084126F"/>
    <w:rsid w:val="00843C7C"/>
    <w:rsid w:val="00845AEF"/>
    <w:rsid w:val="00847413"/>
    <w:rsid w:val="00855FAD"/>
    <w:rsid w:val="00863194"/>
    <w:rsid w:val="00871D0C"/>
    <w:rsid w:val="0087359E"/>
    <w:rsid w:val="00884042"/>
    <w:rsid w:val="00891793"/>
    <w:rsid w:val="008929ED"/>
    <w:rsid w:val="00893F40"/>
    <w:rsid w:val="008B05F0"/>
    <w:rsid w:val="008B2EE2"/>
    <w:rsid w:val="008B46C4"/>
    <w:rsid w:val="008C4BD5"/>
    <w:rsid w:val="008E3D8C"/>
    <w:rsid w:val="008F4226"/>
    <w:rsid w:val="00915213"/>
    <w:rsid w:val="00917479"/>
    <w:rsid w:val="0092113B"/>
    <w:rsid w:val="009268BE"/>
    <w:rsid w:val="00936B29"/>
    <w:rsid w:val="009374CA"/>
    <w:rsid w:val="0094036F"/>
    <w:rsid w:val="00940599"/>
    <w:rsid w:val="00945B01"/>
    <w:rsid w:val="00947A2D"/>
    <w:rsid w:val="009643D8"/>
    <w:rsid w:val="0096745A"/>
    <w:rsid w:val="009704A1"/>
    <w:rsid w:val="0097273D"/>
    <w:rsid w:val="00974519"/>
    <w:rsid w:val="00976ECD"/>
    <w:rsid w:val="009A3264"/>
    <w:rsid w:val="009A3BF1"/>
    <w:rsid w:val="009A5897"/>
    <w:rsid w:val="009D4780"/>
    <w:rsid w:val="009D7E31"/>
    <w:rsid w:val="009E2042"/>
    <w:rsid w:val="009E2B48"/>
    <w:rsid w:val="009F4346"/>
    <w:rsid w:val="00A164C2"/>
    <w:rsid w:val="00A2490B"/>
    <w:rsid w:val="00A3202D"/>
    <w:rsid w:val="00A73C43"/>
    <w:rsid w:val="00A768E2"/>
    <w:rsid w:val="00A76BDF"/>
    <w:rsid w:val="00A95FAE"/>
    <w:rsid w:val="00AA5568"/>
    <w:rsid w:val="00AA6097"/>
    <w:rsid w:val="00AB0617"/>
    <w:rsid w:val="00AB77F5"/>
    <w:rsid w:val="00AD0012"/>
    <w:rsid w:val="00AF5BB3"/>
    <w:rsid w:val="00AF6984"/>
    <w:rsid w:val="00B0458B"/>
    <w:rsid w:val="00B068B9"/>
    <w:rsid w:val="00B1024D"/>
    <w:rsid w:val="00B10330"/>
    <w:rsid w:val="00B13451"/>
    <w:rsid w:val="00B13C98"/>
    <w:rsid w:val="00B25E63"/>
    <w:rsid w:val="00B26612"/>
    <w:rsid w:val="00B27EAE"/>
    <w:rsid w:val="00B4123D"/>
    <w:rsid w:val="00B44999"/>
    <w:rsid w:val="00B47372"/>
    <w:rsid w:val="00B53810"/>
    <w:rsid w:val="00B5556F"/>
    <w:rsid w:val="00B65CB2"/>
    <w:rsid w:val="00B84831"/>
    <w:rsid w:val="00B958B9"/>
    <w:rsid w:val="00B95EC7"/>
    <w:rsid w:val="00BA1760"/>
    <w:rsid w:val="00BA4739"/>
    <w:rsid w:val="00BA487B"/>
    <w:rsid w:val="00BB5932"/>
    <w:rsid w:val="00BD14F4"/>
    <w:rsid w:val="00BE18D3"/>
    <w:rsid w:val="00BE44EA"/>
    <w:rsid w:val="00BF7C6E"/>
    <w:rsid w:val="00C022EC"/>
    <w:rsid w:val="00C154AD"/>
    <w:rsid w:val="00C160EB"/>
    <w:rsid w:val="00C17E6B"/>
    <w:rsid w:val="00C26CC6"/>
    <w:rsid w:val="00C26D0C"/>
    <w:rsid w:val="00C27A9F"/>
    <w:rsid w:val="00C30A3E"/>
    <w:rsid w:val="00C46FAB"/>
    <w:rsid w:val="00C47A6A"/>
    <w:rsid w:val="00C90CA9"/>
    <w:rsid w:val="00C91006"/>
    <w:rsid w:val="00C939F5"/>
    <w:rsid w:val="00C96220"/>
    <w:rsid w:val="00CA54E2"/>
    <w:rsid w:val="00CB714E"/>
    <w:rsid w:val="00CC587E"/>
    <w:rsid w:val="00CC69B7"/>
    <w:rsid w:val="00CD00F7"/>
    <w:rsid w:val="00CD12BB"/>
    <w:rsid w:val="00CD183D"/>
    <w:rsid w:val="00CE25EB"/>
    <w:rsid w:val="00CE7172"/>
    <w:rsid w:val="00CF0CCE"/>
    <w:rsid w:val="00CF4D53"/>
    <w:rsid w:val="00D00BD1"/>
    <w:rsid w:val="00D125C8"/>
    <w:rsid w:val="00D15C4C"/>
    <w:rsid w:val="00D22C92"/>
    <w:rsid w:val="00D361B3"/>
    <w:rsid w:val="00D45D79"/>
    <w:rsid w:val="00D6469E"/>
    <w:rsid w:val="00D73CFD"/>
    <w:rsid w:val="00D96AFB"/>
    <w:rsid w:val="00DA1A1D"/>
    <w:rsid w:val="00DA59B0"/>
    <w:rsid w:val="00DB587A"/>
    <w:rsid w:val="00DE0288"/>
    <w:rsid w:val="00DE2AB7"/>
    <w:rsid w:val="00DF0A19"/>
    <w:rsid w:val="00E02C29"/>
    <w:rsid w:val="00E15AA7"/>
    <w:rsid w:val="00E16B03"/>
    <w:rsid w:val="00E17AD4"/>
    <w:rsid w:val="00E20E23"/>
    <w:rsid w:val="00E32FBE"/>
    <w:rsid w:val="00E41C4E"/>
    <w:rsid w:val="00E42B02"/>
    <w:rsid w:val="00E52BFC"/>
    <w:rsid w:val="00E6111A"/>
    <w:rsid w:val="00E6427A"/>
    <w:rsid w:val="00E73995"/>
    <w:rsid w:val="00E855C4"/>
    <w:rsid w:val="00E8753D"/>
    <w:rsid w:val="00E87908"/>
    <w:rsid w:val="00E9513E"/>
    <w:rsid w:val="00EC2DF1"/>
    <w:rsid w:val="00ED2D61"/>
    <w:rsid w:val="00F012B8"/>
    <w:rsid w:val="00F139F0"/>
    <w:rsid w:val="00F13C57"/>
    <w:rsid w:val="00F2268B"/>
    <w:rsid w:val="00F227CF"/>
    <w:rsid w:val="00F24AB8"/>
    <w:rsid w:val="00F37873"/>
    <w:rsid w:val="00F40961"/>
    <w:rsid w:val="00F42A9E"/>
    <w:rsid w:val="00F50AE4"/>
    <w:rsid w:val="00F5482D"/>
    <w:rsid w:val="00F75493"/>
    <w:rsid w:val="00F82897"/>
    <w:rsid w:val="00F846C8"/>
    <w:rsid w:val="00F96A48"/>
    <w:rsid w:val="00FA0F3E"/>
    <w:rsid w:val="00FA1835"/>
    <w:rsid w:val="00FB08B4"/>
    <w:rsid w:val="00FB5389"/>
    <w:rsid w:val="00FC12FA"/>
    <w:rsid w:val="00FC63EE"/>
    <w:rsid w:val="00FD5227"/>
  </w:rsids>
  <m:mathPr>
    <m:mathFont m:val="Century Gothic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451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link w:val="DocumentMapChar"/>
    <w:rsid w:val="00CE7172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CE7172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\Users\Michele\Documents\Chart Template.dot</Template>
  <TotalTime>50</TotalTime>
  <Pages>3</Pages>
  <Words>435</Words>
  <Characters>2484</Characters>
  <Application>Microsoft Macintosh Word</Application>
  <DocSecurity>0</DocSecurity>
  <Lines>20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Gregg Jacobsen</cp:lastModifiedBy>
  <cp:revision>36</cp:revision>
  <cp:lastPrinted>2017-03-07T20:40:00Z</cp:lastPrinted>
  <dcterms:created xsi:type="dcterms:W3CDTF">2013-10-04T04:28:00Z</dcterms:created>
  <dcterms:modified xsi:type="dcterms:W3CDTF">2021-04-13T15:26:00Z</dcterms:modified>
</cp:coreProperties>
</file>